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E151D" w14:textId="77777777" w:rsidR="00B4089B" w:rsidRPr="00FF14C9" w:rsidRDefault="00B4089B" w:rsidP="00B4089B">
      <w:bookmarkStart w:id="0" w:name="_Toc91152756"/>
    </w:p>
    <w:p w14:paraId="4E4CB94C" w14:textId="2EE88E18" w:rsidR="00B4089B" w:rsidRPr="00793FAF" w:rsidRDefault="005200FD" w:rsidP="00B4089B">
      <w:pPr>
        <w:pStyle w:val="Titolo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Technical </w:t>
      </w:r>
      <w:proofErr w:type="spellStart"/>
      <w:r>
        <w:rPr>
          <w:rFonts w:ascii="Century Gothic" w:hAnsi="Century Gothic"/>
          <w:sz w:val="32"/>
        </w:rPr>
        <w:t>documentation</w:t>
      </w:r>
      <w:proofErr w:type="spellEnd"/>
      <w:r>
        <w:rPr>
          <w:rFonts w:ascii="Century Gothic" w:hAnsi="Century Gothic"/>
          <w:sz w:val="32"/>
        </w:rPr>
        <w:t xml:space="preserve"> Index</w:t>
      </w:r>
    </w:p>
    <w:p w14:paraId="706D888D" w14:textId="77777777" w:rsidR="00B4089B" w:rsidRDefault="00B4089B" w:rsidP="00B4089B">
      <w:pPr>
        <w:jc w:val="center"/>
      </w:pPr>
    </w:p>
    <w:p w14:paraId="395F29B6" w14:textId="2AA0039D" w:rsidR="00046659" w:rsidRDefault="00B4089B" w:rsidP="00B4089B">
      <w:pPr>
        <w:pStyle w:val="Corpotesto"/>
        <w:rPr>
          <w:rFonts w:ascii="Century Gothic" w:hAnsi="Century Gothic"/>
        </w:rPr>
      </w:pPr>
      <w:r w:rsidRPr="00046659">
        <w:rPr>
          <w:rFonts w:ascii="Century Gothic" w:hAnsi="Century Gothic"/>
        </w:rPr>
        <w:t xml:space="preserve">I </w:t>
      </w:r>
    </w:p>
    <w:p w14:paraId="045E1453" w14:textId="0046C7ED" w:rsidR="00046659" w:rsidRPr="00046659" w:rsidRDefault="005200FD" w:rsidP="00046659">
      <w:pPr>
        <w:jc w:val="center"/>
        <w:rPr>
          <w:b/>
          <w:bCs/>
          <w:sz w:val="28"/>
          <w:szCs w:val="28"/>
          <w:lang w:val="fr-FR"/>
        </w:rPr>
      </w:pPr>
      <w:bookmarkStart w:id="1" w:name="_Hlk129620170"/>
      <w:r>
        <w:rPr>
          <w:b/>
          <w:bCs/>
          <w:sz w:val="28"/>
          <w:szCs w:val="28"/>
          <w:lang w:val="fr-FR"/>
        </w:rPr>
        <w:t>HF_</w:t>
      </w:r>
      <w:r w:rsidR="006F4626">
        <w:rPr>
          <w:b/>
          <w:bCs/>
          <w:sz w:val="28"/>
          <w:szCs w:val="28"/>
          <w:lang w:val="fr-FR"/>
        </w:rPr>
        <w:t>M30</w:t>
      </w:r>
      <w:r>
        <w:rPr>
          <w:b/>
          <w:bCs/>
          <w:sz w:val="28"/>
          <w:szCs w:val="28"/>
          <w:lang w:val="fr-FR"/>
        </w:rPr>
        <w:t>_READER_</w:t>
      </w:r>
      <w:r w:rsidR="004A4860">
        <w:rPr>
          <w:b/>
          <w:bCs/>
          <w:sz w:val="28"/>
          <w:szCs w:val="28"/>
          <w:lang w:val="fr-FR"/>
        </w:rPr>
        <w:t>IOLINK</w:t>
      </w:r>
      <w:r w:rsidR="00046659">
        <w:rPr>
          <w:b/>
          <w:bCs/>
          <w:sz w:val="28"/>
          <w:szCs w:val="28"/>
          <w:lang w:val="fr-FR"/>
        </w:rPr>
        <w:t xml:space="preserve"> -&gt;</w:t>
      </w:r>
      <w:r w:rsidR="00046659" w:rsidRPr="00046659">
        <w:rPr>
          <w:b/>
          <w:bCs/>
          <w:sz w:val="28"/>
          <w:szCs w:val="28"/>
          <w:lang w:val="fr-FR"/>
        </w:rPr>
        <w:t xml:space="preserve"> </w:t>
      </w:r>
      <w:proofErr w:type="spellStart"/>
      <w:r w:rsidR="00046659" w:rsidRPr="00046659">
        <w:rPr>
          <w:b/>
          <w:bCs/>
          <w:sz w:val="28"/>
          <w:szCs w:val="28"/>
          <w:lang w:val="fr-FR"/>
        </w:rPr>
        <w:t>cod</w:t>
      </w:r>
      <w:proofErr w:type="spellEnd"/>
      <w:r w:rsidR="00046659">
        <w:rPr>
          <w:b/>
          <w:bCs/>
          <w:sz w:val="28"/>
          <w:szCs w:val="28"/>
          <w:lang w:val="fr-FR"/>
        </w:rPr>
        <w:t>.</w:t>
      </w:r>
      <w:r w:rsidR="00046659" w:rsidRPr="00046659">
        <w:rPr>
          <w:b/>
          <w:bCs/>
          <w:sz w:val="28"/>
          <w:szCs w:val="28"/>
          <w:lang w:val="fr-FR"/>
        </w:rPr>
        <w:t xml:space="preserve"> Kronotech </w:t>
      </w:r>
      <w:r>
        <w:rPr>
          <w:b/>
          <w:bCs/>
          <w:sz w:val="28"/>
          <w:szCs w:val="28"/>
          <w:lang w:val="fr-FR"/>
        </w:rPr>
        <w:t>S</w:t>
      </w:r>
      <w:r w:rsidR="006F4626">
        <w:rPr>
          <w:b/>
          <w:bCs/>
          <w:sz w:val="28"/>
          <w:szCs w:val="28"/>
          <w:lang w:val="fr-FR"/>
        </w:rPr>
        <w:t>-</w:t>
      </w:r>
      <w:r>
        <w:rPr>
          <w:b/>
          <w:bCs/>
          <w:sz w:val="28"/>
          <w:szCs w:val="28"/>
          <w:lang w:val="fr-FR"/>
        </w:rPr>
        <w:t>71</w:t>
      </w:r>
      <w:r w:rsidR="006F4626">
        <w:rPr>
          <w:b/>
          <w:bCs/>
          <w:sz w:val="28"/>
          <w:szCs w:val="28"/>
          <w:lang w:val="fr-FR"/>
        </w:rPr>
        <w:t>40</w:t>
      </w:r>
      <w:r>
        <w:rPr>
          <w:b/>
          <w:bCs/>
          <w:sz w:val="28"/>
          <w:szCs w:val="28"/>
          <w:lang w:val="fr-FR"/>
        </w:rPr>
        <w:t>H</w:t>
      </w:r>
    </w:p>
    <w:bookmarkEnd w:id="1"/>
    <w:p w14:paraId="2198F790" w14:textId="77777777" w:rsidR="00046659" w:rsidRDefault="00046659" w:rsidP="00B4089B">
      <w:pPr>
        <w:pStyle w:val="Corpotesto"/>
      </w:pPr>
    </w:p>
    <w:p w14:paraId="22A5CE36" w14:textId="77777777" w:rsidR="00B4089B" w:rsidRDefault="00B4089B" w:rsidP="00B4089B"/>
    <w:tbl>
      <w:tblPr>
        <w:tblW w:w="9780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shd w:val="clear" w:color="auto" w:fill="DEEAF6" w:themeFill="accent5" w:themeFillTint="33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03"/>
        <w:gridCol w:w="4075"/>
        <w:gridCol w:w="4394"/>
        <w:gridCol w:w="708"/>
      </w:tblGrid>
      <w:tr w:rsidR="00AA1F2A" w:rsidRPr="00AA1F2A" w14:paraId="16AEC193" w14:textId="77777777" w:rsidTr="00AA1F2A">
        <w:trPr>
          <w:tblHeader/>
        </w:trPr>
        <w:tc>
          <w:tcPr>
            <w:tcW w:w="603" w:type="dxa"/>
            <w:shd w:val="clear" w:color="auto" w:fill="9CC2E5" w:themeFill="accent5" w:themeFillTint="99"/>
          </w:tcPr>
          <w:p w14:paraId="4DE4B818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</w:rPr>
            </w:pPr>
          </w:p>
        </w:tc>
        <w:tc>
          <w:tcPr>
            <w:tcW w:w="4075" w:type="dxa"/>
            <w:shd w:val="clear" w:color="auto" w:fill="9CC2E5" w:themeFill="accent5" w:themeFillTint="99"/>
          </w:tcPr>
          <w:p w14:paraId="5A775FB0" w14:textId="39F8914E" w:rsidR="00B4089B" w:rsidRPr="00AA1F2A" w:rsidRDefault="005200FD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proofErr w:type="spellStart"/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>Document</w:t>
            </w:r>
            <w:proofErr w:type="spellEnd"/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 xml:space="preserve"> </w:t>
            </w:r>
            <w:proofErr w:type="spellStart"/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>specification</w:t>
            </w:r>
            <w:proofErr w:type="spellEnd"/>
          </w:p>
        </w:tc>
        <w:tc>
          <w:tcPr>
            <w:tcW w:w="4394" w:type="dxa"/>
            <w:shd w:val="clear" w:color="auto" w:fill="9CC2E5" w:themeFill="accent5" w:themeFillTint="99"/>
          </w:tcPr>
          <w:p w14:paraId="309EBD27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>File</w:t>
            </w:r>
          </w:p>
        </w:tc>
        <w:tc>
          <w:tcPr>
            <w:tcW w:w="708" w:type="dxa"/>
            <w:shd w:val="clear" w:color="auto" w:fill="9CC2E5" w:themeFill="accent5" w:themeFillTint="99"/>
          </w:tcPr>
          <w:p w14:paraId="54CB4F51" w14:textId="73EA0571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proofErr w:type="spellStart"/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 w:rsidR="005200FD" w:rsidRPr="00AA1F2A">
              <w:rPr>
                <w:rFonts w:ascii="Verdana" w:hAnsi="Verdana"/>
                <w:b/>
                <w:bCs/>
                <w:color w:val="auto"/>
                <w:sz w:val="20"/>
              </w:rPr>
              <w:t xml:space="preserve"> / Ver</w:t>
            </w:r>
          </w:p>
        </w:tc>
      </w:tr>
      <w:tr w:rsidR="00B4089B" w14:paraId="0D085338" w14:textId="77777777" w:rsidTr="00AA1F2A">
        <w:trPr>
          <w:tblHeader/>
        </w:trPr>
        <w:tc>
          <w:tcPr>
            <w:tcW w:w="603" w:type="dxa"/>
            <w:shd w:val="clear" w:color="auto" w:fill="DEEAF6" w:themeFill="accent5" w:themeFillTint="33"/>
          </w:tcPr>
          <w:p w14:paraId="4944F480" w14:textId="77777777" w:rsidR="00B4089B" w:rsidRPr="00194EEE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7564B301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4394" w:type="dxa"/>
            <w:shd w:val="clear" w:color="auto" w:fill="DEEAF6" w:themeFill="accent5" w:themeFillTint="33"/>
          </w:tcPr>
          <w:p w14:paraId="33342BC5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708" w:type="dxa"/>
            <w:shd w:val="clear" w:color="auto" w:fill="DEEAF6" w:themeFill="accent5" w:themeFillTint="33"/>
          </w:tcPr>
          <w:p w14:paraId="737FE886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27A5E20A" w14:textId="77777777" w:rsidTr="00AA1F2A">
        <w:tc>
          <w:tcPr>
            <w:tcW w:w="603" w:type="dxa"/>
            <w:shd w:val="clear" w:color="auto" w:fill="9CC2E5" w:themeFill="accent5" w:themeFillTint="99"/>
          </w:tcPr>
          <w:p w14:paraId="136D4C9C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AA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6320B82A" w14:textId="5DFED6A3" w:rsidR="00B4089B" w:rsidRPr="00AA1F2A" w:rsidRDefault="005200FD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Title &amp; Cover TCF</w:t>
            </w:r>
          </w:p>
        </w:tc>
        <w:tc>
          <w:tcPr>
            <w:tcW w:w="4394" w:type="dxa"/>
            <w:shd w:val="clear" w:color="auto" w:fill="9CC2E5" w:themeFill="accent5" w:themeFillTint="99"/>
          </w:tcPr>
          <w:p w14:paraId="794605A3" w14:textId="7117B18A" w:rsidR="00B4089B" w:rsidRPr="00AA1F2A" w:rsidRDefault="00F33E4F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F33E4F">
              <w:rPr>
                <w:rFonts w:ascii="Verdana" w:hAnsi="Verdana"/>
                <w:color w:val="auto"/>
                <w:sz w:val="20"/>
                <w:szCs w:val="20"/>
              </w:rPr>
              <w:t>AA – Leuze_HF_</w:t>
            </w:r>
            <w:r w:rsidR="00FA5EF0">
              <w:rPr>
                <w:rFonts w:ascii="Verdana" w:hAnsi="Verdana"/>
                <w:color w:val="auto"/>
                <w:sz w:val="20"/>
                <w:szCs w:val="20"/>
              </w:rPr>
              <w:t>M30</w:t>
            </w:r>
            <w:r w:rsidRPr="00F33E4F">
              <w:rPr>
                <w:rFonts w:ascii="Verdana" w:hAnsi="Verdana"/>
                <w:color w:val="auto"/>
                <w:sz w:val="20"/>
                <w:szCs w:val="20"/>
              </w:rPr>
              <w:t xml:space="preserve">_IOLINK - </w:t>
            </w:r>
            <w:proofErr w:type="spellStart"/>
            <w:r w:rsidRPr="00F33E4F">
              <w:rPr>
                <w:rFonts w:ascii="Verdana" w:hAnsi="Verdana"/>
                <w:color w:val="auto"/>
                <w:sz w:val="20"/>
                <w:szCs w:val="20"/>
              </w:rPr>
              <w:t>title</w:t>
            </w:r>
            <w:proofErr w:type="spellEnd"/>
            <w:r w:rsidRPr="00F33E4F">
              <w:rPr>
                <w:rFonts w:ascii="Verdana" w:hAnsi="Verdana"/>
                <w:color w:val="auto"/>
                <w:sz w:val="20"/>
                <w:szCs w:val="20"/>
              </w:rPr>
              <w:t xml:space="preserve"> TCF_00</w:t>
            </w:r>
            <w:r w:rsidR="005200FD" w:rsidRPr="00AA1F2A">
              <w:rPr>
                <w:rFonts w:ascii="Verdana" w:hAnsi="Verdana"/>
                <w:color w:val="auto"/>
                <w:sz w:val="20"/>
                <w:szCs w:val="20"/>
              </w:rPr>
              <w:t>.docx</w:t>
            </w:r>
          </w:p>
        </w:tc>
        <w:tc>
          <w:tcPr>
            <w:tcW w:w="708" w:type="dxa"/>
            <w:shd w:val="clear" w:color="auto" w:fill="9CC2E5" w:themeFill="accent5" w:themeFillTint="99"/>
          </w:tcPr>
          <w:p w14:paraId="0E532B04" w14:textId="018C5194" w:rsidR="00B4089B" w:rsidRPr="00AA1F2A" w:rsidRDefault="00F33E4F" w:rsidP="00F561AB">
            <w:pPr>
              <w:jc w:val="center"/>
              <w:rPr>
                <w:rFonts w:ascii="Verdana" w:hAnsi="Verdana"/>
                <w:b/>
                <w:bCs/>
                <w:color w:val="auto"/>
                <w:sz w:val="20"/>
              </w:rPr>
            </w:pPr>
            <w:r>
              <w:rPr>
                <w:rFonts w:ascii="Verdana" w:hAnsi="Verdana"/>
                <w:b/>
                <w:bCs/>
                <w:color w:val="auto"/>
                <w:sz w:val="20"/>
              </w:rPr>
              <w:t>00</w:t>
            </w:r>
          </w:p>
        </w:tc>
      </w:tr>
      <w:tr w:rsidR="00B4089B" w14:paraId="6043A8B0" w14:textId="77777777" w:rsidTr="00AA1F2A">
        <w:tc>
          <w:tcPr>
            <w:tcW w:w="603" w:type="dxa"/>
            <w:shd w:val="clear" w:color="auto" w:fill="DEEAF6" w:themeFill="accent5" w:themeFillTint="33"/>
          </w:tcPr>
          <w:p w14:paraId="21DD6C35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468CE72C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EEAF6" w:themeFill="accent5" w:themeFillTint="33"/>
          </w:tcPr>
          <w:p w14:paraId="268D6C7C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DEEAF6" w:themeFill="accent5" w:themeFillTint="33"/>
          </w:tcPr>
          <w:p w14:paraId="1A87A14C" w14:textId="77777777" w:rsidR="00B4089B" w:rsidRPr="00FF5361" w:rsidRDefault="00B4089B" w:rsidP="00F561AB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1F7A14A5" w14:textId="77777777" w:rsidTr="00AA1F2A">
        <w:trPr>
          <w:trHeight w:val="306"/>
        </w:trPr>
        <w:tc>
          <w:tcPr>
            <w:tcW w:w="603" w:type="dxa"/>
            <w:shd w:val="clear" w:color="auto" w:fill="9CC2E5" w:themeFill="accent5" w:themeFillTint="99"/>
          </w:tcPr>
          <w:p w14:paraId="1EAB5E1A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AB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2F45D015" w14:textId="78482B73" w:rsidR="00B4089B" w:rsidRPr="00AA1F2A" w:rsidRDefault="005200FD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This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</w:t>
            </w:r>
            <w:proofErr w:type="spellEnd"/>
            <w:r w:rsidR="00B73999"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: </w:t>
            </w: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technical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documentation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4394" w:type="dxa"/>
            <w:shd w:val="clear" w:color="auto" w:fill="9CC2E5" w:themeFill="accent5" w:themeFillTint="99"/>
          </w:tcPr>
          <w:p w14:paraId="244C77CB" w14:textId="7BB7D8D9" w:rsidR="00B4089B" w:rsidRPr="00F33E4F" w:rsidRDefault="00F33E4F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F33E4F">
              <w:rPr>
                <w:rFonts w:ascii="Verdana" w:hAnsi="Verdana"/>
                <w:sz w:val="20"/>
                <w:szCs w:val="20"/>
              </w:rPr>
              <w:t>AB - Leuze_HF_</w:t>
            </w:r>
            <w:r w:rsidR="006F4626">
              <w:rPr>
                <w:rFonts w:ascii="Verdana" w:hAnsi="Verdana"/>
                <w:sz w:val="20"/>
                <w:szCs w:val="20"/>
              </w:rPr>
              <w:t>M30</w:t>
            </w:r>
            <w:r w:rsidRPr="00F33E4F">
              <w:rPr>
                <w:rFonts w:ascii="Verdana" w:hAnsi="Verdana"/>
                <w:sz w:val="20"/>
                <w:szCs w:val="20"/>
              </w:rPr>
              <w:t>_IOLINK - index TCF_00.docx</w:t>
            </w:r>
          </w:p>
        </w:tc>
        <w:tc>
          <w:tcPr>
            <w:tcW w:w="708" w:type="dxa"/>
            <w:shd w:val="clear" w:color="auto" w:fill="9CC2E5" w:themeFill="accent5" w:themeFillTint="99"/>
          </w:tcPr>
          <w:p w14:paraId="249C6922" w14:textId="5C189C2B" w:rsidR="00B4089B" w:rsidRPr="00AA1F2A" w:rsidRDefault="00B4089B" w:rsidP="00F561AB">
            <w:pPr>
              <w:jc w:val="center"/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>0</w:t>
            </w:r>
            <w:r w:rsidR="00FA5EF0">
              <w:rPr>
                <w:rFonts w:ascii="Verdana" w:hAnsi="Verdana"/>
                <w:b/>
                <w:bCs/>
                <w:color w:val="auto"/>
                <w:sz w:val="20"/>
              </w:rPr>
              <w:t>0</w:t>
            </w:r>
          </w:p>
        </w:tc>
      </w:tr>
      <w:tr w:rsidR="00B4089B" w14:paraId="4124868D" w14:textId="77777777" w:rsidTr="00AA1F2A">
        <w:tc>
          <w:tcPr>
            <w:tcW w:w="603" w:type="dxa"/>
            <w:shd w:val="clear" w:color="auto" w:fill="DEEAF6" w:themeFill="accent5" w:themeFillTint="33"/>
          </w:tcPr>
          <w:p w14:paraId="2976C8DF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4D04DF10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EEAF6" w:themeFill="accent5" w:themeFillTint="33"/>
          </w:tcPr>
          <w:p w14:paraId="4EEE50AA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DEEAF6" w:themeFill="accent5" w:themeFillTint="33"/>
          </w:tcPr>
          <w:p w14:paraId="27995A28" w14:textId="77777777" w:rsidR="00B4089B" w:rsidRPr="00FF5361" w:rsidRDefault="00B4089B" w:rsidP="00F561AB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41007EBA" w14:textId="77777777" w:rsidTr="00AA1F2A">
        <w:tc>
          <w:tcPr>
            <w:tcW w:w="603" w:type="dxa"/>
            <w:shd w:val="clear" w:color="auto" w:fill="9CC2E5" w:themeFill="accent5" w:themeFillTint="99"/>
          </w:tcPr>
          <w:p w14:paraId="314A96C8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AC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15873C0B" w14:textId="42354B97" w:rsidR="00B4089B" w:rsidRPr="00AA1F2A" w:rsidRDefault="00CC55B6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Project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&amp;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specifications</w:t>
            </w:r>
            <w:proofErr w:type="spellEnd"/>
          </w:p>
        </w:tc>
        <w:tc>
          <w:tcPr>
            <w:tcW w:w="4394" w:type="dxa"/>
            <w:shd w:val="clear" w:color="auto" w:fill="9CC2E5" w:themeFill="accent5" w:themeFillTint="99"/>
          </w:tcPr>
          <w:p w14:paraId="00172D1E" w14:textId="3294DD40" w:rsidR="00B4089B" w:rsidRPr="00AA1F2A" w:rsidRDefault="00CC55B6" w:rsidP="00CC55B6">
            <w:pPr>
              <w:jc w:val="center"/>
              <w:rPr>
                <w:rFonts w:ascii="Verdana" w:hAnsi="Verdana"/>
                <w:color w:val="auto"/>
                <w:sz w:val="20"/>
                <w:szCs w:val="20"/>
                <w:highlight w:val="yellow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708" w:type="dxa"/>
            <w:shd w:val="clear" w:color="auto" w:fill="9CC2E5" w:themeFill="accent5" w:themeFillTint="99"/>
          </w:tcPr>
          <w:p w14:paraId="142A9771" w14:textId="6EFF49B4" w:rsidR="00B4089B" w:rsidRPr="00AA1F2A" w:rsidRDefault="00B4089B" w:rsidP="00F561AB">
            <w:pPr>
              <w:jc w:val="center"/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1649AF" w:rsidRPr="001649AF" w14:paraId="5D569C62" w14:textId="77777777" w:rsidTr="00AA1F2A">
        <w:tc>
          <w:tcPr>
            <w:tcW w:w="603" w:type="dxa"/>
            <w:shd w:val="clear" w:color="auto" w:fill="DEEAF6" w:themeFill="accent5" w:themeFillTint="33"/>
          </w:tcPr>
          <w:p w14:paraId="4B0A814D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6D0F4588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EEAF6" w:themeFill="accent5" w:themeFillTint="33"/>
          </w:tcPr>
          <w:p w14:paraId="7DEB5515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DEEAF6" w:themeFill="accent5" w:themeFillTint="33"/>
          </w:tcPr>
          <w:p w14:paraId="482C0F5F" w14:textId="77777777" w:rsidR="00B4089B" w:rsidRPr="001649AF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</w:pPr>
          </w:p>
        </w:tc>
      </w:tr>
      <w:tr w:rsidR="00AA1F2A" w:rsidRPr="00AA1F2A" w14:paraId="5DF997A2" w14:textId="77777777" w:rsidTr="00AA1F2A">
        <w:tc>
          <w:tcPr>
            <w:tcW w:w="603" w:type="dxa"/>
            <w:shd w:val="clear" w:color="auto" w:fill="9CC2E5" w:themeFill="accent5" w:themeFillTint="99"/>
          </w:tcPr>
          <w:p w14:paraId="5EBA3284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AD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2830E6C5" w14:textId="4F65D54D" w:rsidR="00B4089B" w:rsidRPr="00AA1F2A" w:rsidRDefault="006F4626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08B24</w:t>
            </w:r>
            <w:r w:rsidR="00DC7B1E" w:rsidRPr="00AA1F2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 Board documents</w:t>
            </w:r>
          </w:p>
        </w:tc>
        <w:tc>
          <w:tcPr>
            <w:tcW w:w="4394" w:type="dxa"/>
            <w:shd w:val="clear" w:color="auto" w:fill="9CC2E5" w:themeFill="accent5" w:themeFillTint="99"/>
          </w:tcPr>
          <w:p w14:paraId="7711CDDC" w14:textId="2B3B4D35" w:rsidR="00B4089B" w:rsidRPr="00AA1F2A" w:rsidRDefault="00CC55B6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708" w:type="dxa"/>
            <w:shd w:val="clear" w:color="auto" w:fill="9CC2E5" w:themeFill="accent5" w:themeFillTint="99"/>
          </w:tcPr>
          <w:p w14:paraId="011356E7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1649AF" w:rsidRPr="001649AF" w14:paraId="52E69064" w14:textId="77777777" w:rsidTr="00AA1F2A">
        <w:tc>
          <w:tcPr>
            <w:tcW w:w="603" w:type="dxa"/>
            <w:shd w:val="clear" w:color="auto" w:fill="DEEAF6" w:themeFill="accent5" w:themeFillTint="33"/>
          </w:tcPr>
          <w:p w14:paraId="4B3B1923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35403F9D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EEAF6" w:themeFill="accent5" w:themeFillTint="33"/>
          </w:tcPr>
          <w:p w14:paraId="7CD53316" w14:textId="77777777" w:rsidR="00B4089B" w:rsidRPr="001649AF" w:rsidRDefault="00B4089B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DEEAF6" w:themeFill="accent5" w:themeFillTint="33"/>
          </w:tcPr>
          <w:p w14:paraId="1A15D705" w14:textId="77777777" w:rsidR="00B4089B" w:rsidRPr="001649AF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AA1F2A" w:rsidRPr="00AA1F2A" w14:paraId="08BC7FB7" w14:textId="77777777" w:rsidTr="00AA1F2A">
        <w:tc>
          <w:tcPr>
            <w:tcW w:w="603" w:type="dxa"/>
            <w:shd w:val="clear" w:color="auto" w:fill="9CC2E5" w:themeFill="accent5" w:themeFillTint="99"/>
          </w:tcPr>
          <w:p w14:paraId="723E214B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AE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549039B3" w14:textId="0561A989" w:rsidR="00B4089B" w:rsidRPr="00AA1F2A" w:rsidRDefault="0084088C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0</w:t>
            </w:r>
            <w:r w:rsidR="006F4626">
              <w:rPr>
                <w:rFonts w:ascii="Verdana" w:hAnsi="Verdana"/>
                <w:color w:val="auto"/>
                <w:sz w:val="20"/>
                <w:szCs w:val="20"/>
              </w:rPr>
              <w:t>7</w:t>
            </w: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A24 Board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</w:p>
        </w:tc>
        <w:tc>
          <w:tcPr>
            <w:tcW w:w="4394" w:type="dxa"/>
            <w:shd w:val="clear" w:color="auto" w:fill="9CC2E5" w:themeFill="accent5" w:themeFillTint="99"/>
          </w:tcPr>
          <w:p w14:paraId="3C0260D1" w14:textId="513DC8C1" w:rsidR="00B4089B" w:rsidRPr="00AA1F2A" w:rsidRDefault="00BF447E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708" w:type="dxa"/>
            <w:shd w:val="clear" w:color="auto" w:fill="9CC2E5" w:themeFill="accent5" w:themeFillTint="99"/>
          </w:tcPr>
          <w:p w14:paraId="42491522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1649AF" w:rsidRPr="001649AF" w14:paraId="647A41B1" w14:textId="77777777" w:rsidTr="00AA1F2A">
        <w:tc>
          <w:tcPr>
            <w:tcW w:w="603" w:type="dxa"/>
            <w:shd w:val="clear" w:color="auto" w:fill="DEEAF6" w:themeFill="accent5" w:themeFillTint="33"/>
          </w:tcPr>
          <w:p w14:paraId="427C3219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319ABFC6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EEAF6" w:themeFill="accent5" w:themeFillTint="33"/>
          </w:tcPr>
          <w:p w14:paraId="18BBEED7" w14:textId="77777777" w:rsidR="00B4089B" w:rsidRPr="001649AF" w:rsidRDefault="00B4089B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DEEAF6" w:themeFill="accent5" w:themeFillTint="33"/>
          </w:tcPr>
          <w:p w14:paraId="7CC674C2" w14:textId="77777777" w:rsidR="00B4089B" w:rsidRPr="001649AF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AA1F2A" w:rsidRPr="00AA1F2A" w14:paraId="1AE955F3" w14:textId="77777777" w:rsidTr="00AA1F2A">
        <w:tc>
          <w:tcPr>
            <w:tcW w:w="603" w:type="dxa"/>
            <w:shd w:val="clear" w:color="auto" w:fill="9CC2E5" w:themeFill="accent5" w:themeFillTint="99"/>
          </w:tcPr>
          <w:p w14:paraId="41371006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AF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786E7F28" w14:textId="507B04BB" w:rsidR="004504B2" w:rsidRPr="00AA1F2A" w:rsidRDefault="004F1320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06A24 Board antenna</w:t>
            </w:r>
          </w:p>
        </w:tc>
        <w:tc>
          <w:tcPr>
            <w:tcW w:w="4394" w:type="dxa"/>
            <w:shd w:val="clear" w:color="auto" w:fill="9CC2E5" w:themeFill="accent5" w:themeFillTint="99"/>
          </w:tcPr>
          <w:p w14:paraId="42111E96" w14:textId="4E83303F" w:rsidR="00B4089B" w:rsidRPr="00AA1F2A" w:rsidRDefault="00BF447E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708" w:type="dxa"/>
            <w:shd w:val="clear" w:color="auto" w:fill="9CC2E5" w:themeFill="accent5" w:themeFillTint="99"/>
          </w:tcPr>
          <w:p w14:paraId="25CF407A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1649AF" w:rsidRPr="001649AF" w14:paraId="33435737" w14:textId="77777777" w:rsidTr="00AA1F2A">
        <w:tc>
          <w:tcPr>
            <w:tcW w:w="603" w:type="dxa"/>
            <w:shd w:val="clear" w:color="auto" w:fill="DEEAF6" w:themeFill="accent5" w:themeFillTint="33"/>
          </w:tcPr>
          <w:p w14:paraId="049305A7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174C77E4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EEAF6" w:themeFill="accent5" w:themeFillTint="33"/>
          </w:tcPr>
          <w:p w14:paraId="6BA01D59" w14:textId="77777777" w:rsidR="00B4089B" w:rsidRPr="001649AF" w:rsidRDefault="00B4089B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DEEAF6" w:themeFill="accent5" w:themeFillTint="33"/>
          </w:tcPr>
          <w:p w14:paraId="7892D005" w14:textId="77777777" w:rsidR="00B4089B" w:rsidRPr="001649AF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AA1F2A" w:rsidRPr="00AA1F2A" w14:paraId="2C0B5C5E" w14:textId="77777777" w:rsidTr="00AA1F2A">
        <w:tc>
          <w:tcPr>
            <w:tcW w:w="603" w:type="dxa"/>
            <w:shd w:val="clear" w:color="auto" w:fill="9CC2E5" w:themeFill="accent5" w:themeFillTint="99"/>
          </w:tcPr>
          <w:p w14:paraId="1501AE7E" w14:textId="77777777" w:rsidR="007177AB" w:rsidRPr="00AA1F2A" w:rsidRDefault="007177AB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AG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7C8FCE65" w14:textId="393FD5B6" w:rsidR="007177AB" w:rsidRPr="00AA1F2A" w:rsidRDefault="0084088C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Enclousure</w:t>
            </w:r>
            <w:proofErr w:type="spellEnd"/>
          </w:p>
        </w:tc>
        <w:tc>
          <w:tcPr>
            <w:tcW w:w="4394" w:type="dxa"/>
            <w:shd w:val="clear" w:color="auto" w:fill="9CC2E5" w:themeFill="accent5" w:themeFillTint="99"/>
          </w:tcPr>
          <w:p w14:paraId="33EDE27E" w14:textId="11ED54E4" w:rsidR="007177AB" w:rsidRPr="00AA1F2A" w:rsidRDefault="00BF447E" w:rsidP="00043C9C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708" w:type="dxa"/>
            <w:shd w:val="clear" w:color="auto" w:fill="9CC2E5" w:themeFill="accent5" w:themeFillTint="99"/>
          </w:tcPr>
          <w:p w14:paraId="4816C188" w14:textId="77777777" w:rsidR="007177AB" w:rsidRPr="00AA1F2A" w:rsidRDefault="007177AB" w:rsidP="00043C9C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1649AF" w:rsidRPr="001649AF" w14:paraId="60EA8532" w14:textId="77777777" w:rsidTr="00AA1F2A">
        <w:tc>
          <w:tcPr>
            <w:tcW w:w="603" w:type="dxa"/>
            <w:shd w:val="clear" w:color="auto" w:fill="DEEAF6" w:themeFill="accent5" w:themeFillTint="33"/>
          </w:tcPr>
          <w:p w14:paraId="266881E7" w14:textId="77777777" w:rsidR="007177AB" w:rsidRPr="001649AF" w:rsidRDefault="007177A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124C4F84" w14:textId="77777777" w:rsidR="007177AB" w:rsidRPr="001649AF" w:rsidRDefault="007177A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EEAF6" w:themeFill="accent5" w:themeFillTint="33"/>
          </w:tcPr>
          <w:p w14:paraId="14933134" w14:textId="77777777" w:rsidR="007177AB" w:rsidRPr="001649AF" w:rsidRDefault="007177AB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DEEAF6" w:themeFill="accent5" w:themeFillTint="33"/>
          </w:tcPr>
          <w:p w14:paraId="6DD35ED8" w14:textId="77777777" w:rsidR="007177AB" w:rsidRPr="001649AF" w:rsidRDefault="007177A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AA1F2A" w:rsidRPr="00AA1F2A" w14:paraId="16D383E5" w14:textId="77777777" w:rsidTr="00AA1F2A">
        <w:tc>
          <w:tcPr>
            <w:tcW w:w="603" w:type="dxa"/>
            <w:shd w:val="clear" w:color="auto" w:fill="9CC2E5" w:themeFill="accent5" w:themeFillTint="99"/>
          </w:tcPr>
          <w:p w14:paraId="39759526" w14:textId="718225F9" w:rsidR="00B4089B" w:rsidRPr="00AA1F2A" w:rsidRDefault="000D0EF2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proofErr w:type="gram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</w:t>
            </w:r>
            <w:r w:rsidR="008C0CE5" w:rsidRPr="00AA1F2A">
              <w:rPr>
                <w:rFonts w:ascii="Verdana" w:hAnsi="Verdana"/>
                <w:color w:val="auto"/>
                <w:sz w:val="20"/>
                <w:szCs w:val="20"/>
              </w:rPr>
              <w:t>H</w:t>
            </w:r>
            <w:proofErr w:type="gramEnd"/>
          </w:p>
        </w:tc>
        <w:tc>
          <w:tcPr>
            <w:tcW w:w="4075" w:type="dxa"/>
            <w:shd w:val="clear" w:color="auto" w:fill="9CC2E5" w:themeFill="accent5" w:themeFillTint="99"/>
          </w:tcPr>
          <w:p w14:paraId="6EE7A72C" w14:textId="405417D9" w:rsidR="00B4089B" w:rsidRPr="00AA1F2A" w:rsidRDefault="00DF50B3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Production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</w:p>
        </w:tc>
        <w:tc>
          <w:tcPr>
            <w:tcW w:w="4394" w:type="dxa"/>
            <w:shd w:val="clear" w:color="auto" w:fill="9CC2E5" w:themeFill="accent5" w:themeFillTint="99"/>
          </w:tcPr>
          <w:p w14:paraId="4805310E" w14:textId="66CCF7BD" w:rsidR="00B4089B" w:rsidRPr="00AA1F2A" w:rsidRDefault="00BF447E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708" w:type="dxa"/>
            <w:shd w:val="clear" w:color="auto" w:fill="9CC2E5" w:themeFill="accent5" w:themeFillTint="99"/>
          </w:tcPr>
          <w:p w14:paraId="0A37B97C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B4089B" w14:paraId="305DC91C" w14:textId="77777777" w:rsidTr="00AA1F2A">
        <w:tc>
          <w:tcPr>
            <w:tcW w:w="603" w:type="dxa"/>
            <w:shd w:val="clear" w:color="auto" w:fill="DEEAF6" w:themeFill="accent5" w:themeFillTint="33"/>
          </w:tcPr>
          <w:p w14:paraId="4B77A45C" w14:textId="77777777" w:rsidR="00B4089B" w:rsidRPr="005200FD" w:rsidRDefault="00B4089B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47E931CA" w14:textId="77777777" w:rsidR="00B4089B" w:rsidRPr="005200FD" w:rsidRDefault="00B4089B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EEAF6" w:themeFill="accent5" w:themeFillTint="33"/>
          </w:tcPr>
          <w:p w14:paraId="58280074" w14:textId="77777777" w:rsidR="00B4089B" w:rsidRPr="005200FD" w:rsidRDefault="00B4089B" w:rsidP="00F561AB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DEEAF6" w:themeFill="accent5" w:themeFillTint="33"/>
          </w:tcPr>
          <w:p w14:paraId="11A63577" w14:textId="77777777" w:rsidR="00B4089B" w:rsidRPr="00FF5361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72BCD8BD" w14:textId="77777777" w:rsidTr="00AA1F2A">
        <w:tc>
          <w:tcPr>
            <w:tcW w:w="603" w:type="dxa"/>
            <w:shd w:val="clear" w:color="auto" w:fill="9CC2E5" w:themeFill="accent5" w:themeFillTint="99"/>
          </w:tcPr>
          <w:p w14:paraId="52A047E1" w14:textId="2B0CAE75" w:rsidR="008C0CE5" w:rsidRPr="00AA1F2A" w:rsidRDefault="008C0CE5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AI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69F27394" w14:textId="1553F209" w:rsidR="008C0CE5" w:rsidRPr="00AA1F2A" w:rsidRDefault="002B3A6D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Other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Product parts</w:t>
            </w:r>
          </w:p>
        </w:tc>
        <w:tc>
          <w:tcPr>
            <w:tcW w:w="4394" w:type="dxa"/>
            <w:shd w:val="clear" w:color="auto" w:fill="9CC2E5" w:themeFill="accent5" w:themeFillTint="99"/>
          </w:tcPr>
          <w:p w14:paraId="1548E3BD" w14:textId="6A726DD0" w:rsidR="008C0CE5" w:rsidRPr="00AA1F2A" w:rsidRDefault="00BF447E" w:rsidP="00043C9C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708" w:type="dxa"/>
            <w:shd w:val="clear" w:color="auto" w:fill="9CC2E5" w:themeFill="accent5" w:themeFillTint="99"/>
          </w:tcPr>
          <w:p w14:paraId="28557D83" w14:textId="77777777" w:rsidR="008C0CE5" w:rsidRPr="00AA1F2A" w:rsidRDefault="008C0CE5" w:rsidP="00043C9C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8C0CE5" w14:paraId="5256D9EB" w14:textId="77777777" w:rsidTr="00AA1F2A">
        <w:tc>
          <w:tcPr>
            <w:tcW w:w="603" w:type="dxa"/>
            <w:shd w:val="clear" w:color="auto" w:fill="DEEAF6" w:themeFill="accent5" w:themeFillTint="33"/>
          </w:tcPr>
          <w:p w14:paraId="0104B332" w14:textId="77777777" w:rsidR="008C0CE5" w:rsidRPr="005200FD" w:rsidRDefault="008C0CE5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2C5B4707" w14:textId="77777777" w:rsidR="008C0CE5" w:rsidRPr="005200FD" w:rsidRDefault="008C0CE5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EEAF6" w:themeFill="accent5" w:themeFillTint="33"/>
          </w:tcPr>
          <w:p w14:paraId="44C0A46C" w14:textId="77777777" w:rsidR="008C0CE5" w:rsidRPr="005200FD" w:rsidRDefault="008C0CE5" w:rsidP="00F561AB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DEEAF6" w:themeFill="accent5" w:themeFillTint="33"/>
          </w:tcPr>
          <w:p w14:paraId="2D709026" w14:textId="77777777" w:rsidR="008C0CE5" w:rsidRPr="00FF5361" w:rsidRDefault="008C0CE5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4F248652" w14:textId="77777777" w:rsidTr="00AA1F2A">
        <w:trPr>
          <w:trHeight w:val="359"/>
        </w:trPr>
        <w:tc>
          <w:tcPr>
            <w:tcW w:w="603" w:type="dxa"/>
            <w:shd w:val="clear" w:color="auto" w:fill="9CC2E5" w:themeFill="accent5" w:themeFillTint="99"/>
          </w:tcPr>
          <w:p w14:paraId="18F8F777" w14:textId="4E9DCAA6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A</w:t>
            </w:r>
            <w:r w:rsidR="008C0CE5" w:rsidRPr="00AA1F2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L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223A3DDD" w14:textId="7BA786E9" w:rsidR="00B4089B" w:rsidRPr="00AA1F2A" w:rsidRDefault="002B3A6D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RED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certification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</w:p>
        </w:tc>
        <w:tc>
          <w:tcPr>
            <w:tcW w:w="4394" w:type="dxa"/>
            <w:shd w:val="clear" w:color="auto" w:fill="9CC2E5" w:themeFill="accent5" w:themeFillTint="99"/>
          </w:tcPr>
          <w:p w14:paraId="2F641284" w14:textId="67A0DF20" w:rsidR="00B4089B" w:rsidRPr="00AA1F2A" w:rsidRDefault="00BF447E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708" w:type="dxa"/>
            <w:shd w:val="clear" w:color="auto" w:fill="9CC2E5" w:themeFill="accent5" w:themeFillTint="99"/>
          </w:tcPr>
          <w:p w14:paraId="2D271384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B4089B" w14:paraId="266F0D07" w14:textId="77777777" w:rsidTr="00AA1F2A">
        <w:tc>
          <w:tcPr>
            <w:tcW w:w="603" w:type="dxa"/>
            <w:shd w:val="clear" w:color="auto" w:fill="DEEAF6" w:themeFill="accent5" w:themeFillTint="33"/>
          </w:tcPr>
          <w:p w14:paraId="4741C9B0" w14:textId="77777777" w:rsidR="00B4089B" w:rsidRPr="005200FD" w:rsidRDefault="00B4089B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41E32CDE" w14:textId="77777777" w:rsidR="00B4089B" w:rsidRPr="005200FD" w:rsidRDefault="00B4089B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EEAF6" w:themeFill="accent5" w:themeFillTint="33"/>
          </w:tcPr>
          <w:p w14:paraId="433D28E0" w14:textId="77777777" w:rsidR="00B4089B" w:rsidRPr="005200FD" w:rsidRDefault="00B4089B" w:rsidP="00F561AB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DEEAF6" w:themeFill="accent5" w:themeFillTint="33"/>
          </w:tcPr>
          <w:p w14:paraId="1C55E641" w14:textId="77777777" w:rsidR="00B4089B" w:rsidRPr="00FF5361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27AD3DD5" w14:textId="77777777" w:rsidTr="00AA1F2A">
        <w:trPr>
          <w:trHeight w:val="359"/>
        </w:trPr>
        <w:tc>
          <w:tcPr>
            <w:tcW w:w="603" w:type="dxa"/>
            <w:shd w:val="clear" w:color="auto" w:fill="9CC2E5" w:themeFill="accent5" w:themeFillTint="99"/>
          </w:tcPr>
          <w:p w14:paraId="1E239254" w14:textId="2B0FE0C8" w:rsidR="008C0CE5" w:rsidRPr="00AA1F2A" w:rsidRDefault="008C0CE5" w:rsidP="00043C9C">
            <w:pPr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AM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55B170EA" w14:textId="4A9225A9" w:rsidR="008C0CE5" w:rsidRPr="00AA1F2A" w:rsidRDefault="002B3A6D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FCC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ce</w:t>
            </w:r>
            <w:r w:rsidR="005F3141">
              <w:rPr>
                <w:rFonts w:ascii="Verdana" w:hAnsi="Verdana"/>
                <w:color w:val="auto"/>
                <w:sz w:val="20"/>
                <w:szCs w:val="20"/>
              </w:rPr>
              <w:t>r</w:t>
            </w: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tification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</w:p>
        </w:tc>
        <w:tc>
          <w:tcPr>
            <w:tcW w:w="4394" w:type="dxa"/>
            <w:shd w:val="clear" w:color="auto" w:fill="9CC2E5" w:themeFill="accent5" w:themeFillTint="99"/>
          </w:tcPr>
          <w:p w14:paraId="13459707" w14:textId="16899A45" w:rsidR="008C0CE5" w:rsidRPr="00AA1F2A" w:rsidRDefault="00BF447E" w:rsidP="00043C9C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708" w:type="dxa"/>
            <w:shd w:val="clear" w:color="auto" w:fill="9CC2E5" w:themeFill="accent5" w:themeFillTint="99"/>
          </w:tcPr>
          <w:p w14:paraId="6FBFAF19" w14:textId="77777777" w:rsidR="008C0CE5" w:rsidRPr="00AA1F2A" w:rsidRDefault="008C0CE5" w:rsidP="00043C9C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8C0CE5" w14:paraId="40419694" w14:textId="77777777" w:rsidTr="00AA1F2A">
        <w:tc>
          <w:tcPr>
            <w:tcW w:w="603" w:type="dxa"/>
            <w:shd w:val="clear" w:color="auto" w:fill="DEEAF6" w:themeFill="accent5" w:themeFillTint="33"/>
          </w:tcPr>
          <w:p w14:paraId="5CACAFDA" w14:textId="77777777" w:rsidR="008C0CE5" w:rsidRPr="005200FD" w:rsidRDefault="008C0CE5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67E32DC3" w14:textId="77777777" w:rsidR="008C0CE5" w:rsidRPr="005200FD" w:rsidRDefault="008C0CE5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EEAF6" w:themeFill="accent5" w:themeFillTint="33"/>
          </w:tcPr>
          <w:p w14:paraId="115F7D71" w14:textId="77777777" w:rsidR="008C0CE5" w:rsidRPr="005200FD" w:rsidRDefault="008C0CE5" w:rsidP="00F561AB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DEEAF6" w:themeFill="accent5" w:themeFillTint="33"/>
          </w:tcPr>
          <w:p w14:paraId="175C053C" w14:textId="77777777" w:rsidR="008C0CE5" w:rsidRPr="00FF5361" w:rsidRDefault="008C0CE5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4320C794" w14:textId="77777777" w:rsidTr="00AA1F2A">
        <w:trPr>
          <w:trHeight w:val="359"/>
        </w:trPr>
        <w:tc>
          <w:tcPr>
            <w:tcW w:w="603" w:type="dxa"/>
            <w:shd w:val="clear" w:color="auto" w:fill="9CC2E5" w:themeFill="accent5" w:themeFillTint="99"/>
          </w:tcPr>
          <w:p w14:paraId="71F9C6A5" w14:textId="09278626" w:rsidR="00B5448E" w:rsidRPr="00AA1F2A" w:rsidRDefault="00B5448E" w:rsidP="00043C9C">
            <w:pPr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AN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164696EA" w14:textId="11F5DE83" w:rsidR="00B5448E" w:rsidRPr="00AA1F2A" w:rsidRDefault="002B3A6D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UL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certification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</w:p>
        </w:tc>
        <w:tc>
          <w:tcPr>
            <w:tcW w:w="4394" w:type="dxa"/>
            <w:shd w:val="clear" w:color="auto" w:fill="9CC2E5" w:themeFill="accent5" w:themeFillTint="99"/>
          </w:tcPr>
          <w:p w14:paraId="2D1842EF" w14:textId="0E420074" w:rsidR="00B5448E" w:rsidRPr="00AA1F2A" w:rsidRDefault="00BF447E" w:rsidP="00043C9C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708" w:type="dxa"/>
            <w:shd w:val="clear" w:color="auto" w:fill="9CC2E5" w:themeFill="accent5" w:themeFillTint="99"/>
          </w:tcPr>
          <w:p w14:paraId="16CC9FF2" w14:textId="77777777" w:rsidR="00B5448E" w:rsidRPr="00AA1F2A" w:rsidRDefault="00B5448E" w:rsidP="00043C9C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B5448E" w14:paraId="00F6D705" w14:textId="77777777" w:rsidTr="00AA1F2A">
        <w:tc>
          <w:tcPr>
            <w:tcW w:w="603" w:type="dxa"/>
            <w:shd w:val="clear" w:color="auto" w:fill="DEEAF6" w:themeFill="accent5" w:themeFillTint="33"/>
          </w:tcPr>
          <w:p w14:paraId="725EE829" w14:textId="77777777" w:rsidR="00B5448E" w:rsidRPr="00FF5361" w:rsidRDefault="00B5448E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3DFD586B" w14:textId="77777777" w:rsidR="00B5448E" w:rsidRPr="00FF5361" w:rsidRDefault="00B5448E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EEAF6" w:themeFill="accent5" w:themeFillTint="33"/>
          </w:tcPr>
          <w:p w14:paraId="3B35CD86" w14:textId="77777777" w:rsidR="00B5448E" w:rsidRPr="00FF5361" w:rsidRDefault="00B5448E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DEEAF6" w:themeFill="accent5" w:themeFillTint="33"/>
          </w:tcPr>
          <w:p w14:paraId="1A1A608E" w14:textId="77777777" w:rsidR="00B5448E" w:rsidRPr="00FF5361" w:rsidRDefault="00B5448E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</w:tbl>
    <w:p w14:paraId="0D538EFA" w14:textId="2E1025D5" w:rsidR="00B4089B" w:rsidRDefault="00B4089B" w:rsidP="00B4089B"/>
    <w:p w14:paraId="59A0C098" w14:textId="77777777" w:rsidR="00B4089B" w:rsidRDefault="00B4089B" w:rsidP="00B4089B"/>
    <w:p w14:paraId="070974C5" w14:textId="69338D06" w:rsidR="00B4089B" w:rsidRPr="00B60C89" w:rsidRDefault="00B4089B" w:rsidP="00B4089B">
      <w:pPr>
        <w:rPr>
          <w:rFonts w:ascii="Verdana" w:hAnsi="Verdana"/>
          <w:b/>
          <w:bCs/>
        </w:rPr>
      </w:pPr>
      <w:r>
        <w:rPr>
          <w:rFonts w:ascii="Verdana" w:hAnsi="Verdana"/>
        </w:rPr>
        <w:br w:type="page"/>
      </w:r>
      <w:proofErr w:type="spellStart"/>
      <w:r w:rsidR="005200FD">
        <w:rPr>
          <w:rFonts w:ascii="Verdana" w:hAnsi="Verdana"/>
          <w:b/>
          <w:bCs/>
          <w:sz w:val="32"/>
          <w:szCs w:val="32"/>
        </w:rPr>
        <w:lastRenderedPageBreak/>
        <w:t>Detailed</w:t>
      </w:r>
      <w:proofErr w:type="spellEnd"/>
      <w:r w:rsidR="005200FD">
        <w:rPr>
          <w:rFonts w:ascii="Verdana" w:hAnsi="Verdana"/>
          <w:b/>
          <w:bCs/>
          <w:sz w:val="32"/>
          <w:szCs w:val="32"/>
        </w:rPr>
        <w:t xml:space="preserve"> Index</w:t>
      </w:r>
    </w:p>
    <w:p w14:paraId="10D14C1D" w14:textId="77777777" w:rsidR="00B4089B" w:rsidRPr="00694139" w:rsidRDefault="00B4089B" w:rsidP="00B4089B">
      <w:pPr>
        <w:rPr>
          <w:rFonts w:ascii="Verdana" w:hAnsi="Verdana"/>
        </w:rPr>
      </w:pPr>
    </w:p>
    <w:p w14:paraId="48619DE5" w14:textId="5E9901B5" w:rsidR="00B4089B" w:rsidRPr="00892AB2" w:rsidRDefault="00D24A97" w:rsidP="00B4089B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Project </w:t>
      </w:r>
      <w:proofErr w:type="spellStart"/>
      <w:r>
        <w:rPr>
          <w:rFonts w:ascii="Verdana" w:hAnsi="Verdana"/>
          <w:b/>
          <w:bCs/>
        </w:rPr>
        <w:t>documents</w:t>
      </w:r>
      <w:proofErr w:type="spellEnd"/>
      <w:r>
        <w:rPr>
          <w:rFonts w:ascii="Verdana" w:hAnsi="Verdana"/>
          <w:b/>
          <w:bCs/>
        </w:rPr>
        <w:t xml:space="preserve"> &amp; </w:t>
      </w:r>
      <w:proofErr w:type="spellStart"/>
      <w:r>
        <w:rPr>
          <w:rFonts w:ascii="Verdana" w:hAnsi="Verdana"/>
          <w:b/>
          <w:bCs/>
        </w:rPr>
        <w:t>specifications</w:t>
      </w:r>
      <w:proofErr w:type="spellEnd"/>
    </w:p>
    <w:p w14:paraId="63F33E38" w14:textId="77777777" w:rsidR="00B4089B" w:rsidRDefault="00B4089B" w:rsidP="00B4089B">
      <w:pPr>
        <w:rPr>
          <w:rFonts w:ascii="Verdana" w:hAnsi="Verdana"/>
        </w:rPr>
      </w:pPr>
    </w:p>
    <w:tbl>
      <w:tblPr>
        <w:tblW w:w="9780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shd w:val="clear" w:color="auto" w:fill="EDEDED" w:themeFill="accent3" w:themeFillTint="33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2"/>
        <w:gridCol w:w="3124"/>
        <w:gridCol w:w="5245"/>
        <w:gridCol w:w="849"/>
      </w:tblGrid>
      <w:tr w:rsidR="00B44FD1" w:rsidRPr="00064115" w14:paraId="5B7C8BAF" w14:textId="77777777" w:rsidTr="00A13DEF">
        <w:trPr>
          <w:tblHeader/>
        </w:trPr>
        <w:tc>
          <w:tcPr>
            <w:tcW w:w="562" w:type="dxa"/>
            <w:shd w:val="clear" w:color="auto" w:fill="9CC2E5" w:themeFill="accent5" w:themeFillTint="99"/>
          </w:tcPr>
          <w:p w14:paraId="05A6D6FE" w14:textId="2D9368E4" w:rsidR="00B4089B" w:rsidRPr="00064115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A</w:t>
            </w:r>
            <w:r w:rsidR="00D24A97">
              <w:rPr>
                <w:rFonts w:ascii="Verdana" w:hAnsi="Verdana"/>
                <w:b/>
                <w:bCs/>
                <w:color w:val="auto"/>
                <w:sz w:val="20"/>
              </w:rPr>
              <w:t>C</w:t>
            </w:r>
          </w:p>
        </w:tc>
        <w:tc>
          <w:tcPr>
            <w:tcW w:w="3124" w:type="dxa"/>
            <w:shd w:val="clear" w:color="auto" w:fill="9CC2E5" w:themeFill="accent5" w:themeFillTint="99"/>
          </w:tcPr>
          <w:p w14:paraId="6C929048" w14:textId="2D82876B" w:rsidR="00B4089B" w:rsidRPr="00064115" w:rsidRDefault="00D24A97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auto"/>
                <w:sz w:val="20"/>
              </w:rPr>
              <w:t>Description</w:t>
            </w:r>
            <w:proofErr w:type="spellEnd"/>
          </w:p>
        </w:tc>
        <w:tc>
          <w:tcPr>
            <w:tcW w:w="5245" w:type="dxa"/>
            <w:shd w:val="clear" w:color="auto" w:fill="9CC2E5" w:themeFill="accent5" w:themeFillTint="99"/>
          </w:tcPr>
          <w:p w14:paraId="4DB61B55" w14:textId="54478957" w:rsidR="00B4089B" w:rsidRPr="00064115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File</w:t>
            </w:r>
            <w:r w:rsidR="00D24A97">
              <w:rPr>
                <w:rFonts w:ascii="Verdana" w:hAnsi="Verdana"/>
                <w:b/>
                <w:bCs/>
                <w:color w:val="auto"/>
                <w:sz w:val="20"/>
              </w:rPr>
              <w:t xml:space="preserve"> Name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5E436B69" w14:textId="5D285427" w:rsidR="00B4089B" w:rsidRPr="00064115" w:rsidRDefault="00C6012C" w:rsidP="00F561AB">
            <w:pPr>
              <w:jc w:val="center"/>
              <w:rPr>
                <w:rFonts w:ascii="Verdana" w:hAnsi="Verdana"/>
                <w:b/>
                <w:bCs/>
                <w:color w:val="auto"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B44FD1" w14:paraId="25CE831B" w14:textId="77777777" w:rsidTr="00A13DEF">
        <w:tc>
          <w:tcPr>
            <w:tcW w:w="562" w:type="dxa"/>
            <w:shd w:val="clear" w:color="auto" w:fill="DEEAF6" w:themeFill="accent5" w:themeFillTint="33"/>
          </w:tcPr>
          <w:p w14:paraId="5407B208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124" w:type="dxa"/>
            <w:shd w:val="clear" w:color="auto" w:fill="DEEAF6" w:themeFill="accent5" w:themeFillTint="33"/>
          </w:tcPr>
          <w:p w14:paraId="4645C79B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245" w:type="dxa"/>
            <w:shd w:val="clear" w:color="auto" w:fill="DEEAF6" w:themeFill="accent5" w:themeFillTint="33"/>
          </w:tcPr>
          <w:p w14:paraId="7E0751F5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79E01D3C" w14:textId="77777777" w:rsidR="00B4089B" w:rsidRDefault="00B4089B" w:rsidP="00F561AB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44FD1" w:rsidRPr="00064115" w14:paraId="791B042B" w14:textId="77777777" w:rsidTr="00A13DEF">
        <w:tc>
          <w:tcPr>
            <w:tcW w:w="562" w:type="dxa"/>
            <w:shd w:val="clear" w:color="auto" w:fill="9CC2E5" w:themeFill="accent5" w:themeFillTint="99"/>
          </w:tcPr>
          <w:p w14:paraId="7E886378" w14:textId="2AFB666C" w:rsidR="00B4089B" w:rsidRPr="00064115" w:rsidRDefault="00B4089B" w:rsidP="00F561AB">
            <w:pPr>
              <w:rPr>
                <w:rFonts w:ascii="Verdana" w:hAnsi="Verdana"/>
                <w:color w:val="auto"/>
                <w:sz w:val="20"/>
              </w:rPr>
            </w:pPr>
            <w:r w:rsidRPr="00064115">
              <w:rPr>
                <w:rFonts w:ascii="Verdana" w:hAnsi="Verdana"/>
                <w:color w:val="auto"/>
                <w:sz w:val="20"/>
              </w:rPr>
              <w:t>A</w:t>
            </w:r>
            <w:r w:rsidR="00D24A97">
              <w:rPr>
                <w:rFonts w:ascii="Verdana" w:hAnsi="Verdana"/>
                <w:color w:val="auto"/>
                <w:sz w:val="20"/>
              </w:rPr>
              <w:t>C</w:t>
            </w:r>
            <w:r w:rsidRPr="00064115">
              <w:rPr>
                <w:rFonts w:ascii="Verdana" w:hAnsi="Verdana"/>
                <w:color w:val="auto"/>
                <w:sz w:val="20"/>
              </w:rPr>
              <w:t>1</w:t>
            </w:r>
          </w:p>
        </w:tc>
        <w:tc>
          <w:tcPr>
            <w:tcW w:w="3124" w:type="dxa"/>
            <w:shd w:val="clear" w:color="auto" w:fill="9CC2E5" w:themeFill="accent5" w:themeFillTint="99"/>
          </w:tcPr>
          <w:p w14:paraId="515CE96E" w14:textId="334162C2" w:rsidR="00B4089B" w:rsidRPr="00064115" w:rsidRDefault="00A13DEF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</w:rPr>
              <w:t xml:space="preserve">Data </w:t>
            </w:r>
            <w:proofErr w:type="spellStart"/>
            <w:r>
              <w:rPr>
                <w:rFonts w:ascii="Verdana" w:hAnsi="Verdana"/>
                <w:color w:val="auto"/>
                <w:sz w:val="20"/>
              </w:rPr>
              <w:t>Sheet</w:t>
            </w:r>
            <w:proofErr w:type="spellEnd"/>
          </w:p>
        </w:tc>
        <w:tc>
          <w:tcPr>
            <w:tcW w:w="5245" w:type="dxa"/>
            <w:shd w:val="clear" w:color="auto" w:fill="9CC2E5" w:themeFill="accent5" w:themeFillTint="99"/>
          </w:tcPr>
          <w:p w14:paraId="7473FE18" w14:textId="5FB2B971" w:rsidR="00B4089B" w:rsidRPr="00064115" w:rsidRDefault="00A13DEF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13DEF">
              <w:rPr>
                <w:rFonts w:ascii="Verdana" w:hAnsi="Verdana"/>
                <w:color w:val="auto"/>
                <w:sz w:val="20"/>
                <w:szCs w:val="20"/>
              </w:rPr>
              <w:t xml:space="preserve">PRG_22-14 - </w:t>
            </w:r>
            <w:proofErr w:type="spellStart"/>
            <w:r w:rsidRPr="00A13DEF">
              <w:rPr>
                <w:rFonts w:ascii="Verdana" w:hAnsi="Verdana"/>
                <w:color w:val="auto"/>
                <w:sz w:val="20"/>
                <w:szCs w:val="20"/>
              </w:rPr>
              <w:t>IDTronic</w:t>
            </w:r>
            <w:proofErr w:type="spellEnd"/>
            <w:r w:rsidRPr="00A13DEF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3DEF">
              <w:rPr>
                <w:rFonts w:ascii="Verdana" w:hAnsi="Verdana"/>
                <w:color w:val="auto"/>
                <w:sz w:val="20"/>
                <w:szCs w:val="20"/>
              </w:rPr>
              <w:t>Leuze</w:t>
            </w:r>
            <w:proofErr w:type="spellEnd"/>
            <w:r w:rsidRPr="00A13DEF">
              <w:rPr>
                <w:rFonts w:ascii="Verdana" w:hAnsi="Verdana"/>
                <w:color w:val="auto"/>
                <w:sz w:val="20"/>
                <w:szCs w:val="20"/>
              </w:rPr>
              <w:t xml:space="preserve"> RFID Systems - HF Basic IO-Link Datasheet - </w:t>
            </w:r>
            <w:proofErr w:type="spellStart"/>
            <w:r w:rsidRPr="00A13DEF">
              <w:rPr>
                <w:rFonts w:ascii="Verdana" w:hAnsi="Verdana"/>
                <w:color w:val="auto"/>
                <w:sz w:val="20"/>
                <w:szCs w:val="20"/>
              </w:rPr>
              <w:t>Specifications</w:t>
            </w:r>
            <w:proofErr w:type="spellEnd"/>
            <w:r w:rsidRPr="00A13DEF">
              <w:rPr>
                <w:rFonts w:ascii="Verdana" w:hAnsi="Verdana"/>
                <w:color w:val="auto"/>
                <w:sz w:val="20"/>
                <w:szCs w:val="20"/>
              </w:rPr>
              <w:t xml:space="preserve"> Mod.8.2.07 20240906 v03eng.docx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20E7D675" w14:textId="4D9778F1" w:rsidR="00B4089B" w:rsidRPr="00064115" w:rsidRDefault="00A13DEF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Ver 03</w:t>
            </w:r>
          </w:p>
        </w:tc>
      </w:tr>
      <w:tr w:rsidR="00B44FD1" w14:paraId="6B6FE20E" w14:textId="77777777" w:rsidTr="00A13DEF">
        <w:tc>
          <w:tcPr>
            <w:tcW w:w="562" w:type="dxa"/>
            <w:shd w:val="clear" w:color="auto" w:fill="DEEAF6" w:themeFill="accent5" w:themeFillTint="33"/>
          </w:tcPr>
          <w:p w14:paraId="1C7BD245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124" w:type="dxa"/>
            <w:shd w:val="clear" w:color="auto" w:fill="DEEAF6" w:themeFill="accent5" w:themeFillTint="33"/>
          </w:tcPr>
          <w:p w14:paraId="553E633A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245" w:type="dxa"/>
            <w:shd w:val="clear" w:color="auto" w:fill="DEEAF6" w:themeFill="accent5" w:themeFillTint="33"/>
          </w:tcPr>
          <w:p w14:paraId="557190D2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00CD9F96" w14:textId="77777777" w:rsidR="00B4089B" w:rsidRDefault="00B4089B" w:rsidP="00F561AB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44FD1" w:rsidRPr="00064115" w14:paraId="013AB7A6" w14:textId="77777777" w:rsidTr="00A13DEF">
        <w:trPr>
          <w:trHeight w:val="245"/>
        </w:trPr>
        <w:tc>
          <w:tcPr>
            <w:tcW w:w="562" w:type="dxa"/>
            <w:shd w:val="clear" w:color="auto" w:fill="9CC2E5" w:themeFill="accent5" w:themeFillTint="99"/>
          </w:tcPr>
          <w:p w14:paraId="3E402581" w14:textId="2EE0AEE9" w:rsidR="00B4089B" w:rsidRPr="00064115" w:rsidRDefault="00B4089B" w:rsidP="00F561AB">
            <w:pPr>
              <w:rPr>
                <w:rFonts w:ascii="Verdana" w:hAnsi="Verdana"/>
                <w:color w:val="auto"/>
                <w:sz w:val="20"/>
              </w:rPr>
            </w:pPr>
            <w:r w:rsidRPr="00064115">
              <w:rPr>
                <w:rFonts w:ascii="Verdana" w:hAnsi="Verdana"/>
                <w:color w:val="auto"/>
                <w:sz w:val="20"/>
              </w:rPr>
              <w:t>A</w:t>
            </w:r>
            <w:r w:rsidR="00D24A97">
              <w:rPr>
                <w:rFonts w:ascii="Verdana" w:hAnsi="Verdana"/>
                <w:color w:val="auto"/>
                <w:sz w:val="20"/>
              </w:rPr>
              <w:t>C</w:t>
            </w:r>
            <w:r w:rsidR="00AB1431">
              <w:rPr>
                <w:rFonts w:ascii="Verdana" w:hAnsi="Verdana"/>
                <w:color w:val="auto"/>
                <w:sz w:val="20"/>
              </w:rPr>
              <w:t>2</w:t>
            </w:r>
          </w:p>
        </w:tc>
        <w:tc>
          <w:tcPr>
            <w:tcW w:w="3124" w:type="dxa"/>
            <w:shd w:val="clear" w:color="auto" w:fill="9CC2E5" w:themeFill="accent5" w:themeFillTint="99"/>
          </w:tcPr>
          <w:p w14:paraId="15CF0F58" w14:textId="7F767D11" w:rsidR="00A13DEF" w:rsidRPr="00A13DEF" w:rsidRDefault="00A13DEF" w:rsidP="00A13DEF">
            <w:pPr>
              <w:rPr>
                <w:rFonts w:ascii="Verdana" w:hAnsi="Verdana"/>
                <w:sz w:val="20"/>
                <w:szCs w:val="20"/>
              </w:rPr>
            </w:pPr>
            <w:r w:rsidRPr="00A13DEF">
              <w:rPr>
                <w:rFonts w:ascii="Verdana" w:hAnsi="Verdana"/>
                <w:sz w:val="20"/>
                <w:szCs w:val="20"/>
              </w:rPr>
              <w:t xml:space="preserve">HF IO-LINK </w:t>
            </w:r>
            <w:r>
              <w:rPr>
                <w:rFonts w:ascii="Verdana" w:hAnsi="Verdana"/>
                <w:sz w:val="20"/>
                <w:szCs w:val="20"/>
              </w:rPr>
              <w:t>C</w:t>
            </w:r>
            <w:r w:rsidRPr="00A13DEF">
              <w:rPr>
                <w:rFonts w:ascii="Verdana" w:hAnsi="Verdana"/>
                <w:sz w:val="20"/>
                <w:szCs w:val="20"/>
              </w:rPr>
              <w:t>OMMUNICATION PROTOCOL AND DEVICE CONFIGURATION</w:t>
            </w:r>
          </w:p>
          <w:p w14:paraId="3DEB92F7" w14:textId="056C5DE6" w:rsidR="00B4089B" w:rsidRPr="00064115" w:rsidRDefault="00B4089B" w:rsidP="00C63FD1">
            <w:pPr>
              <w:rPr>
                <w:rFonts w:ascii="Verdana" w:hAnsi="Verdana"/>
                <w:color w:val="auto"/>
                <w:sz w:val="20"/>
              </w:rPr>
            </w:pPr>
          </w:p>
        </w:tc>
        <w:tc>
          <w:tcPr>
            <w:tcW w:w="5245" w:type="dxa"/>
            <w:shd w:val="clear" w:color="auto" w:fill="9CC2E5" w:themeFill="accent5" w:themeFillTint="99"/>
          </w:tcPr>
          <w:p w14:paraId="1171E40D" w14:textId="6D00F82B" w:rsidR="00B4089B" w:rsidRPr="00064115" w:rsidRDefault="00A13DEF" w:rsidP="00F561AB">
            <w:pPr>
              <w:rPr>
                <w:rFonts w:ascii="Verdana" w:hAnsi="Verdana"/>
                <w:color w:val="auto"/>
                <w:sz w:val="20"/>
              </w:rPr>
            </w:pPr>
            <w:r w:rsidRPr="00A13DEF">
              <w:rPr>
                <w:rFonts w:ascii="Verdana" w:hAnsi="Verdana"/>
                <w:color w:val="auto"/>
                <w:sz w:val="20"/>
              </w:rPr>
              <w:t xml:space="preserve">PRG_22-14 - </w:t>
            </w:r>
            <w:proofErr w:type="spellStart"/>
            <w:r w:rsidRPr="00A13DEF">
              <w:rPr>
                <w:rFonts w:ascii="Verdana" w:hAnsi="Verdana"/>
                <w:color w:val="auto"/>
                <w:sz w:val="20"/>
              </w:rPr>
              <w:t>IDTronic</w:t>
            </w:r>
            <w:proofErr w:type="spellEnd"/>
            <w:r w:rsidRPr="00A13DEF">
              <w:rPr>
                <w:rFonts w:ascii="Verdana" w:hAnsi="Verdana"/>
                <w:color w:val="auto"/>
                <w:sz w:val="20"/>
              </w:rPr>
              <w:t xml:space="preserve"> </w:t>
            </w:r>
            <w:proofErr w:type="spellStart"/>
            <w:r w:rsidRPr="00A13DEF">
              <w:rPr>
                <w:rFonts w:ascii="Verdana" w:hAnsi="Verdana"/>
                <w:color w:val="auto"/>
                <w:sz w:val="20"/>
              </w:rPr>
              <w:t>Leuze</w:t>
            </w:r>
            <w:proofErr w:type="spellEnd"/>
            <w:r w:rsidRPr="00A13DEF">
              <w:rPr>
                <w:rFonts w:ascii="Verdana" w:hAnsi="Verdana"/>
                <w:color w:val="auto"/>
                <w:sz w:val="20"/>
              </w:rPr>
              <w:t xml:space="preserve"> RFID Systems - HF IO-Link </w:t>
            </w:r>
            <w:proofErr w:type="spellStart"/>
            <w:r w:rsidRPr="00A13DEF">
              <w:rPr>
                <w:rFonts w:ascii="Verdana" w:hAnsi="Verdana"/>
                <w:color w:val="auto"/>
                <w:sz w:val="20"/>
              </w:rPr>
              <w:t>Communication</w:t>
            </w:r>
            <w:proofErr w:type="spellEnd"/>
            <w:r w:rsidRPr="00A13DEF">
              <w:rPr>
                <w:rFonts w:ascii="Verdana" w:hAnsi="Verdana"/>
                <w:color w:val="auto"/>
                <w:sz w:val="20"/>
              </w:rPr>
              <w:t xml:space="preserve"> and </w:t>
            </w:r>
            <w:proofErr w:type="spellStart"/>
            <w:r w:rsidRPr="00A13DEF">
              <w:rPr>
                <w:rFonts w:ascii="Verdana" w:hAnsi="Verdana"/>
                <w:color w:val="auto"/>
                <w:sz w:val="20"/>
              </w:rPr>
              <w:t>Configuration</w:t>
            </w:r>
            <w:proofErr w:type="spellEnd"/>
            <w:r w:rsidRPr="00A13DEF">
              <w:rPr>
                <w:rFonts w:ascii="Verdana" w:hAnsi="Verdana"/>
                <w:color w:val="auto"/>
                <w:sz w:val="20"/>
              </w:rPr>
              <w:t xml:space="preserve"> - </w:t>
            </w:r>
            <w:proofErr w:type="spellStart"/>
            <w:r w:rsidRPr="00A13DEF">
              <w:rPr>
                <w:rFonts w:ascii="Verdana" w:hAnsi="Verdana"/>
                <w:color w:val="auto"/>
                <w:sz w:val="20"/>
              </w:rPr>
              <w:t>Specifications</w:t>
            </w:r>
            <w:proofErr w:type="spellEnd"/>
            <w:r w:rsidRPr="00A13DEF">
              <w:rPr>
                <w:rFonts w:ascii="Verdana" w:hAnsi="Verdana"/>
                <w:color w:val="auto"/>
                <w:sz w:val="20"/>
              </w:rPr>
              <w:t xml:space="preserve"> Mod.8.2.07 20240906 v02eng.docx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594683CA" w14:textId="61B136B6" w:rsidR="00B4089B" w:rsidRPr="00064115" w:rsidRDefault="00A13DEF" w:rsidP="00F561AB">
            <w:pPr>
              <w:jc w:val="center"/>
              <w:rPr>
                <w:rFonts w:ascii="Verdana" w:hAnsi="Verdana"/>
                <w:color w:val="auto"/>
                <w:sz w:val="20"/>
              </w:rPr>
            </w:pPr>
            <w:r>
              <w:rPr>
                <w:rFonts w:ascii="Verdana" w:hAnsi="Verdana"/>
                <w:color w:val="auto"/>
                <w:sz w:val="20"/>
              </w:rPr>
              <w:t>Ver 02</w:t>
            </w:r>
          </w:p>
        </w:tc>
      </w:tr>
      <w:tr w:rsidR="00B44FD1" w14:paraId="39F2C445" w14:textId="77777777" w:rsidTr="00A13DEF">
        <w:tc>
          <w:tcPr>
            <w:tcW w:w="562" w:type="dxa"/>
            <w:shd w:val="clear" w:color="auto" w:fill="DEEAF6" w:themeFill="accent5" w:themeFillTint="33"/>
          </w:tcPr>
          <w:p w14:paraId="44A417EC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124" w:type="dxa"/>
            <w:shd w:val="clear" w:color="auto" w:fill="DEEAF6" w:themeFill="accent5" w:themeFillTint="33"/>
          </w:tcPr>
          <w:p w14:paraId="6636908D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245" w:type="dxa"/>
            <w:shd w:val="clear" w:color="auto" w:fill="DEEAF6" w:themeFill="accent5" w:themeFillTint="33"/>
          </w:tcPr>
          <w:p w14:paraId="56545207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7BDBCA74" w14:textId="77777777" w:rsidR="00B4089B" w:rsidRDefault="00B4089B" w:rsidP="00F561AB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6658EE86" w14:textId="77777777" w:rsidR="00B4089B" w:rsidRPr="00C25B05" w:rsidRDefault="00B4089B" w:rsidP="00B4089B">
      <w:pPr>
        <w:rPr>
          <w:rFonts w:ascii="Verdana" w:hAnsi="Verdana"/>
          <w:lang w:val="fr-FR"/>
        </w:rPr>
      </w:pPr>
    </w:p>
    <w:p w14:paraId="7CC380E0" w14:textId="1081F485" w:rsidR="00B4089B" w:rsidRPr="00C25B05" w:rsidRDefault="00B4089B" w:rsidP="00B4089B">
      <w:pPr>
        <w:rPr>
          <w:rFonts w:ascii="Verdana" w:hAnsi="Verdana"/>
          <w:lang w:val="fr-FR"/>
        </w:rPr>
      </w:pPr>
    </w:p>
    <w:p w14:paraId="73341300" w14:textId="77777777" w:rsidR="00B4089B" w:rsidRPr="00C25B05" w:rsidRDefault="00B4089B" w:rsidP="00B4089B">
      <w:pPr>
        <w:rPr>
          <w:rFonts w:ascii="Verdana" w:hAnsi="Verdana"/>
          <w:lang w:val="fr-FR"/>
        </w:rPr>
      </w:pPr>
    </w:p>
    <w:p w14:paraId="6B5C39D0" w14:textId="6644AD77" w:rsidR="00B4089B" w:rsidRDefault="00F642D4" w:rsidP="00B4089B">
      <w:pPr>
        <w:rPr>
          <w:rFonts w:ascii="Verdana" w:hAnsi="Verdana"/>
          <w:b/>
          <w:bCs/>
        </w:rPr>
      </w:pPr>
      <w:r w:rsidRPr="00892AB2">
        <w:rPr>
          <w:rFonts w:ascii="Verdana" w:hAnsi="Verdana"/>
          <w:b/>
          <w:bCs/>
        </w:rPr>
        <w:t xml:space="preserve">Documentazione scheda </w:t>
      </w:r>
      <w:r w:rsidR="00290698">
        <w:rPr>
          <w:rFonts w:ascii="Verdana" w:hAnsi="Verdana"/>
          <w:b/>
          <w:bCs/>
        </w:rPr>
        <w:t>0</w:t>
      </w:r>
      <w:r w:rsidR="00933EA5">
        <w:rPr>
          <w:rFonts w:ascii="Verdana" w:hAnsi="Verdana"/>
          <w:b/>
          <w:bCs/>
        </w:rPr>
        <w:t>8</w:t>
      </w:r>
      <w:r w:rsidR="00DC7B1E">
        <w:rPr>
          <w:rFonts w:ascii="Verdana" w:hAnsi="Verdana"/>
          <w:b/>
          <w:bCs/>
        </w:rPr>
        <w:t>B24</w:t>
      </w:r>
      <w:r>
        <w:rPr>
          <w:rFonts w:ascii="Verdana" w:hAnsi="Verdana"/>
          <w:b/>
          <w:bCs/>
        </w:rPr>
        <w:t xml:space="preserve"> (</w:t>
      </w:r>
      <w:proofErr w:type="spellStart"/>
      <w:r w:rsidR="00DC7B1E">
        <w:rPr>
          <w:rFonts w:ascii="Verdana" w:hAnsi="Verdana"/>
          <w:b/>
          <w:bCs/>
        </w:rPr>
        <w:t>Main</w:t>
      </w:r>
      <w:proofErr w:type="spellEnd"/>
      <w:r w:rsidR="00DC7B1E">
        <w:rPr>
          <w:rFonts w:ascii="Verdana" w:hAnsi="Verdana"/>
          <w:b/>
          <w:bCs/>
        </w:rPr>
        <w:t xml:space="preserve"> Board</w:t>
      </w:r>
      <w:r>
        <w:rPr>
          <w:rFonts w:ascii="Verdana" w:hAnsi="Verdana"/>
          <w:b/>
          <w:bCs/>
        </w:rPr>
        <w:t>)</w:t>
      </w:r>
    </w:p>
    <w:p w14:paraId="4DBE673F" w14:textId="77777777" w:rsidR="00F642D4" w:rsidRDefault="00F642D4" w:rsidP="00B4089B">
      <w:pPr>
        <w:rPr>
          <w:rFonts w:ascii="Verdana" w:hAnsi="Verdana"/>
        </w:rPr>
      </w:pPr>
    </w:p>
    <w:tbl>
      <w:tblPr>
        <w:tblW w:w="9781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shd w:val="clear" w:color="auto" w:fill="9CC2E5" w:themeFill="accent5" w:themeFillTint="99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87"/>
        <w:gridCol w:w="3424"/>
        <w:gridCol w:w="4820"/>
        <w:gridCol w:w="850"/>
      </w:tblGrid>
      <w:tr w:rsidR="00B4089B" w14:paraId="33FA4373" w14:textId="77777777" w:rsidTr="004D0ABF">
        <w:trPr>
          <w:tblHeader/>
        </w:trPr>
        <w:tc>
          <w:tcPr>
            <w:tcW w:w="687" w:type="dxa"/>
            <w:shd w:val="clear" w:color="auto" w:fill="9CC2E5" w:themeFill="accent5" w:themeFillTint="99"/>
          </w:tcPr>
          <w:p w14:paraId="4C22DAFF" w14:textId="2BCB00DF" w:rsidR="00B4089B" w:rsidRPr="00CF7C95" w:rsidRDefault="00B4089B" w:rsidP="00F561A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70383AFB" w14:textId="77777777" w:rsidR="00B4089B" w:rsidRPr="00CF7C95" w:rsidRDefault="00B4089B" w:rsidP="00F561A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Descrizione documento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383BA0ED" w14:textId="77777777" w:rsidR="00B4089B" w:rsidRPr="00CF7C95" w:rsidRDefault="00B4089B" w:rsidP="00F561A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File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629973BF" w14:textId="5AF4D4F9" w:rsidR="00B4089B" w:rsidRPr="00CF7C95" w:rsidRDefault="00C6012C" w:rsidP="00F561AB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B4089B" w14:paraId="4DD01F8C" w14:textId="77777777" w:rsidTr="004D0ABF">
        <w:tc>
          <w:tcPr>
            <w:tcW w:w="687" w:type="dxa"/>
            <w:shd w:val="clear" w:color="auto" w:fill="DEEAF6" w:themeFill="accent5" w:themeFillTint="33"/>
          </w:tcPr>
          <w:p w14:paraId="22FA5D2F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79D595B5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11DD4574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70BE40FD" w14:textId="77777777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6FA512C8" w14:textId="77777777" w:rsidTr="004D0ABF">
        <w:tc>
          <w:tcPr>
            <w:tcW w:w="687" w:type="dxa"/>
            <w:shd w:val="clear" w:color="auto" w:fill="9CC2E5" w:themeFill="accent5" w:themeFillTint="99"/>
          </w:tcPr>
          <w:p w14:paraId="44571E98" w14:textId="18F60233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sz w:val="20"/>
                <w:szCs w:val="20"/>
              </w:rPr>
              <w:t>D</w:t>
            </w:r>
            <w:r w:rsidRPr="00CF7C95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5D3D73CD" w14:textId="40B13730" w:rsidR="00B4089B" w:rsidRPr="00CF7C95" w:rsidRDefault="00F642D4" w:rsidP="00F561AB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 xml:space="preserve">Schema 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19905D5C" w14:textId="194384A4" w:rsidR="00B4089B" w:rsidRPr="00CF7C95" w:rsidRDefault="00F1621E" w:rsidP="00F561AB">
            <w:pPr>
              <w:rPr>
                <w:rFonts w:ascii="Verdana" w:hAnsi="Verdana"/>
                <w:sz w:val="20"/>
                <w:szCs w:val="20"/>
              </w:rPr>
            </w:pPr>
            <w:r w:rsidRPr="00F1621E">
              <w:rPr>
                <w:rFonts w:ascii="Verdana" w:hAnsi="Verdana"/>
                <w:sz w:val="20"/>
                <w:szCs w:val="20"/>
              </w:rPr>
              <w:t>0</w:t>
            </w:r>
            <w:r w:rsidR="00933EA5">
              <w:rPr>
                <w:rFonts w:ascii="Verdana" w:hAnsi="Verdana"/>
                <w:sz w:val="20"/>
                <w:szCs w:val="20"/>
              </w:rPr>
              <w:t>8</w:t>
            </w:r>
            <w:r w:rsidRPr="00F1621E">
              <w:rPr>
                <w:rFonts w:ascii="Verdana" w:hAnsi="Verdana"/>
                <w:sz w:val="20"/>
                <w:szCs w:val="20"/>
              </w:rPr>
              <w:t>B24_V0_00 Schematic.PDF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525A5CC0" w14:textId="592B2FA1" w:rsidR="00B4089B" w:rsidRPr="00CF7C95" w:rsidRDefault="00B4089B" w:rsidP="00F561AB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B4089B" w14:paraId="523E4B38" w14:textId="77777777" w:rsidTr="004D0ABF">
        <w:tc>
          <w:tcPr>
            <w:tcW w:w="687" w:type="dxa"/>
            <w:shd w:val="clear" w:color="auto" w:fill="DEEAF6" w:themeFill="accent5" w:themeFillTint="33"/>
          </w:tcPr>
          <w:p w14:paraId="2ACE651D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4B09D716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538D40C1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6CFA1D2D" w14:textId="77777777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07F88CF6" w14:textId="77777777" w:rsidTr="004D0ABF">
        <w:tc>
          <w:tcPr>
            <w:tcW w:w="687" w:type="dxa"/>
            <w:shd w:val="clear" w:color="auto" w:fill="9CC2E5" w:themeFill="accent5" w:themeFillTint="99"/>
          </w:tcPr>
          <w:p w14:paraId="3AD8978F" w14:textId="2F55E8B0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sz w:val="20"/>
                <w:szCs w:val="20"/>
              </w:rPr>
              <w:t>D</w:t>
            </w:r>
            <w:r w:rsidRPr="00CF7C95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223B183A" w14:textId="4928B45E" w:rsidR="00B4089B" w:rsidRPr="00CF7C95" w:rsidRDefault="004F130C" w:rsidP="00F561A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File G</w:t>
            </w:r>
            <w:r w:rsidR="00044623">
              <w:rPr>
                <w:rFonts w:ascii="Verdana" w:hAnsi="Verdana"/>
                <w:sz w:val="20"/>
                <w:szCs w:val="20"/>
              </w:rPr>
              <w:t>e</w:t>
            </w:r>
            <w:r>
              <w:rPr>
                <w:rFonts w:ascii="Verdana" w:hAnsi="Verdana"/>
                <w:sz w:val="20"/>
                <w:szCs w:val="20"/>
              </w:rPr>
              <w:t>rber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501D234A" w14:textId="403DA144" w:rsidR="00B4089B" w:rsidRPr="00CF7C95" w:rsidRDefault="00933EA5" w:rsidP="00F561AB">
            <w:pPr>
              <w:rPr>
                <w:rFonts w:ascii="Verdana" w:hAnsi="Verdana"/>
                <w:sz w:val="20"/>
                <w:szCs w:val="20"/>
              </w:rPr>
            </w:pPr>
            <w:r w:rsidRPr="00933EA5">
              <w:rPr>
                <w:rFonts w:ascii="Verdana" w:hAnsi="Verdana"/>
                <w:sz w:val="20"/>
                <w:szCs w:val="20"/>
              </w:rPr>
              <w:t>08B24_V0 gbr.zip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08DFACE5" w14:textId="77777777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7DA583F7" w14:textId="77777777" w:rsidTr="004D0ABF">
        <w:tc>
          <w:tcPr>
            <w:tcW w:w="687" w:type="dxa"/>
            <w:shd w:val="clear" w:color="auto" w:fill="DEEAF6" w:themeFill="accent5" w:themeFillTint="33"/>
          </w:tcPr>
          <w:p w14:paraId="65445C95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0AA0A835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5061B831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4FE41FD1" w14:textId="77777777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47D37" w14:paraId="271E7109" w14:textId="77777777" w:rsidTr="004D0ABF">
        <w:tc>
          <w:tcPr>
            <w:tcW w:w="687" w:type="dxa"/>
            <w:shd w:val="clear" w:color="auto" w:fill="9CC2E5" w:themeFill="accent5" w:themeFillTint="99"/>
          </w:tcPr>
          <w:p w14:paraId="46645D71" w14:textId="7939C55C" w:rsidR="00847D37" w:rsidRPr="00CF7C95" w:rsidRDefault="00847D37" w:rsidP="0014037D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sz w:val="20"/>
                <w:szCs w:val="20"/>
              </w:rPr>
              <w:t>D</w:t>
            </w:r>
            <w:r w:rsidRPr="00CF7C95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13619C3C" w14:textId="4AB5A3CF" w:rsidR="00847D37" w:rsidRPr="00CF7C95" w:rsidRDefault="00AE2171" w:rsidP="0014037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Stampe PCB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22B357A8" w14:textId="58725E4E" w:rsidR="00847D37" w:rsidRPr="00CF7C95" w:rsidRDefault="00A601C7" w:rsidP="0014037D">
            <w:pPr>
              <w:rPr>
                <w:rFonts w:ascii="Verdana" w:hAnsi="Verdana"/>
                <w:sz w:val="20"/>
                <w:szCs w:val="20"/>
              </w:rPr>
            </w:pPr>
            <w:r w:rsidRPr="00A601C7">
              <w:rPr>
                <w:rFonts w:ascii="Verdana" w:hAnsi="Verdana"/>
                <w:sz w:val="20"/>
                <w:szCs w:val="20"/>
              </w:rPr>
              <w:t>08B24_V0 PCB Print.PDF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553681CD" w14:textId="47B872D6" w:rsidR="00847D37" w:rsidRPr="00CF7C95" w:rsidRDefault="00847D37" w:rsidP="0014037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47D37" w14:paraId="1F85B929" w14:textId="77777777" w:rsidTr="004D0ABF">
        <w:tc>
          <w:tcPr>
            <w:tcW w:w="687" w:type="dxa"/>
            <w:shd w:val="clear" w:color="auto" w:fill="DEEAF6" w:themeFill="accent5" w:themeFillTint="33"/>
          </w:tcPr>
          <w:p w14:paraId="5BAA2AAF" w14:textId="77777777" w:rsidR="00847D37" w:rsidRPr="00CF7C95" w:rsidRDefault="00847D37" w:rsidP="0014037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2A346812" w14:textId="77777777" w:rsidR="00847D37" w:rsidRPr="00CF7C95" w:rsidRDefault="00847D37" w:rsidP="0014037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378954FA" w14:textId="77777777" w:rsidR="00847D37" w:rsidRPr="00CF7C95" w:rsidRDefault="00847D37" w:rsidP="0014037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2A8DDDE1" w14:textId="77777777" w:rsidR="00847D37" w:rsidRPr="00CF7C95" w:rsidRDefault="00847D37" w:rsidP="0014037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466BB72F" w14:textId="77777777" w:rsidTr="004D0ABF">
        <w:tc>
          <w:tcPr>
            <w:tcW w:w="687" w:type="dxa"/>
            <w:shd w:val="clear" w:color="auto" w:fill="9CC2E5" w:themeFill="accent5" w:themeFillTint="99"/>
          </w:tcPr>
          <w:p w14:paraId="51C4A246" w14:textId="3B7195AB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sz w:val="20"/>
                <w:szCs w:val="20"/>
              </w:rPr>
              <w:t>D</w:t>
            </w:r>
            <w:r w:rsidR="00847D37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7F9247E5" w14:textId="69AC9F7C" w:rsidR="00B4089B" w:rsidRPr="00CF7C95" w:rsidRDefault="00BD4BD4" w:rsidP="00F561A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Piano di montaggio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29DD0EAF" w14:textId="75954187" w:rsidR="00B4089B" w:rsidRPr="00CF7C95" w:rsidRDefault="0072508E" w:rsidP="00F561AB">
            <w:pPr>
              <w:rPr>
                <w:rFonts w:ascii="Verdana" w:hAnsi="Verdana"/>
                <w:sz w:val="20"/>
                <w:szCs w:val="20"/>
              </w:rPr>
            </w:pPr>
            <w:r w:rsidRPr="0072508E">
              <w:rPr>
                <w:rFonts w:ascii="Verdana" w:hAnsi="Verdana"/>
                <w:sz w:val="20"/>
                <w:szCs w:val="20"/>
              </w:rPr>
              <w:t>08B24_V0 PCB Assembly.PDF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20891808" w14:textId="2CDF62FF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3C220FC3" w14:textId="77777777" w:rsidTr="004D0ABF">
        <w:tc>
          <w:tcPr>
            <w:tcW w:w="687" w:type="dxa"/>
            <w:shd w:val="clear" w:color="auto" w:fill="DEEAF6" w:themeFill="accent5" w:themeFillTint="33"/>
          </w:tcPr>
          <w:p w14:paraId="2D5F5C78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3E6B2BA1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307596A2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2A2081D8" w14:textId="77777777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3124D45D" w14:textId="77777777" w:rsidTr="004D0ABF">
        <w:tc>
          <w:tcPr>
            <w:tcW w:w="687" w:type="dxa"/>
            <w:shd w:val="clear" w:color="auto" w:fill="9CC2E5" w:themeFill="accent5" w:themeFillTint="99"/>
          </w:tcPr>
          <w:p w14:paraId="01C392F2" w14:textId="5FF1C54E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sz w:val="20"/>
                <w:szCs w:val="20"/>
              </w:rPr>
              <w:t>D</w:t>
            </w:r>
            <w:r w:rsidR="00847D37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46E8FEFE" w14:textId="23F160AF" w:rsidR="00B4089B" w:rsidRPr="00CF7C95" w:rsidRDefault="00BD4BD4" w:rsidP="00F561A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Lista parti 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738B2F23" w14:textId="08125C9B" w:rsidR="00B4089B" w:rsidRPr="00CF7C95" w:rsidRDefault="0072508E" w:rsidP="00F561AB">
            <w:pPr>
              <w:rPr>
                <w:rFonts w:ascii="Verdana" w:hAnsi="Verdana"/>
                <w:sz w:val="20"/>
                <w:szCs w:val="20"/>
              </w:rPr>
            </w:pPr>
            <w:r w:rsidRPr="0072508E">
              <w:rPr>
                <w:rFonts w:ascii="Verdana" w:hAnsi="Verdana"/>
                <w:sz w:val="20"/>
                <w:szCs w:val="20"/>
              </w:rPr>
              <w:t>08B24_V0_lpc_01_REV0.pdf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3D9C52E4" w14:textId="5260034E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34112418" w14:textId="77777777" w:rsidTr="004D0ABF">
        <w:tc>
          <w:tcPr>
            <w:tcW w:w="687" w:type="dxa"/>
            <w:shd w:val="clear" w:color="auto" w:fill="DEEAF6" w:themeFill="accent5" w:themeFillTint="33"/>
          </w:tcPr>
          <w:p w14:paraId="6CF3BDF6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5DCB7FD3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62F3AC6C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392AA538" w14:textId="77777777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ECE0CC5" w14:textId="77777777" w:rsidR="00AC1711" w:rsidRDefault="00AC1711" w:rsidP="00B4089B">
      <w:pPr>
        <w:rPr>
          <w:rFonts w:ascii="Verdana" w:hAnsi="Verdana"/>
          <w:b/>
          <w:bCs/>
        </w:rPr>
      </w:pPr>
    </w:p>
    <w:p w14:paraId="02CBDE29" w14:textId="77777777" w:rsidR="00AC1711" w:rsidRDefault="00AC1711" w:rsidP="00B4089B">
      <w:pPr>
        <w:rPr>
          <w:rFonts w:ascii="Verdana" w:hAnsi="Verdana"/>
          <w:b/>
          <w:bCs/>
        </w:rPr>
      </w:pPr>
    </w:p>
    <w:p w14:paraId="53F41992" w14:textId="77777777" w:rsidR="002B3A6D" w:rsidRDefault="002B3A6D" w:rsidP="00B4089B">
      <w:pPr>
        <w:rPr>
          <w:rFonts w:ascii="Verdana" w:hAnsi="Verdana"/>
          <w:b/>
          <w:bCs/>
        </w:rPr>
      </w:pPr>
    </w:p>
    <w:p w14:paraId="670336B8" w14:textId="77777777" w:rsidR="002B3A6D" w:rsidRDefault="002B3A6D" w:rsidP="00B4089B">
      <w:pPr>
        <w:rPr>
          <w:rFonts w:ascii="Verdana" w:hAnsi="Verdana"/>
          <w:b/>
          <w:bCs/>
        </w:rPr>
      </w:pPr>
    </w:p>
    <w:p w14:paraId="04C2DBEC" w14:textId="77777777" w:rsidR="002B3A6D" w:rsidRDefault="002B3A6D" w:rsidP="00B4089B">
      <w:pPr>
        <w:rPr>
          <w:rFonts w:ascii="Verdana" w:hAnsi="Verdana"/>
          <w:b/>
          <w:bCs/>
        </w:rPr>
      </w:pPr>
    </w:p>
    <w:p w14:paraId="4F5B6A73" w14:textId="77777777" w:rsidR="00DA41C5" w:rsidRDefault="00DA41C5" w:rsidP="00B4089B">
      <w:pPr>
        <w:rPr>
          <w:rFonts w:ascii="Verdana" w:hAnsi="Verdana"/>
          <w:b/>
          <w:bCs/>
        </w:rPr>
      </w:pPr>
    </w:p>
    <w:p w14:paraId="09366203" w14:textId="77777777" w:rsidR="00927FD4" w:rsidRDefault="00927FD4" w:rsidP="00B4089B">
      <w:pPr>
        <w:rPr>
          <w:rFonts w:ascii="Verdana" w:hAnsi="Verdana"/>
          <w:b/>
          <w:bCs/>
        </w:rPr>
      </w:pPr>
    </w:p>
    <w:p w14:paraId="646ED744" w14:textId="77777777" w:rsidR="00927FD4" w:rsidRDefault="00927FD4" w:rsidP="00B4089B">
      <w:pPr>
        <w:rPr>
          <w:rFonts w:ascii="Verdana" w:hAnsi="Verdana"/>
          <w:b/>
          <w:bCs/>
        </w:rPr>
      </w:pPr>
    </w:p>
    <w:p w14:paraId="797E577B" w14:textId="77777777" w:rsidR="00927FD4" w:rsidRDefault="00927FD4" w:rsidP="00B4089B">
      <w:pPr>
        <w:rPr>
          <w:rFonts w:ascii="Verdana" w:hAnsi="Verdana"/>
          <w:b/>
          <w:bCs/>
        </w:rPr>
      </w:pPr>
    </w:p>
    <w:p w14:paraId="4C722E81" w14:textId="77777777" w:rsidR="00DA41C5" w:rsidRDefault="00DA41C5" w:rsidP="00B4089B">
      <w:pPr>
        <w:rPr>
          <w:rFonts w:ascii="Verdana" w:hAnsi="Verdana"/>
          <w:b/>
          <w:bCs/>
        </w:rPr>
      </w:pPr>
    </w:p>
    <w:p w14:paraId="600F2D1D" w14:textId="77777777" w:rsidR="00DA41C5" w:rsidRDefault="00DA41C5" w:rsidP="00B4089B">
      <w:pPr>
        <w:rPr>
          <w:rFonts w:ascii="Verdana" w:hAnsi="Verdana"/>
          <w:b/>
          <w:bCs/>
        </w:rPr>
      </w:pPr>
    </w:p>
    <w:p w14:paraId="13C9F663" w14:textId="77777777" w:rsidR="00AC1711" w:rsidRDefault="00AC1711" w:rsidP="00B4089B">
      <w:pPr>
        <w:rPr>
          <w:rFonts w:ascii="Verdana" w:hAnsi="Verdana"/>
          <w:b/>
          <w:bCs/>
        </w:rPr>
      </w:pPr>
    </w:p>
    <w:p w14:paraId="42CBC1CC" w14:textId="5B7128EF" w:rsidR="001F557B" w:rsidRDefault="003F11F5" w:rsidP="001F557B">
      <w:pPr>
        <w:rPr>
          <w:rFonts w:ascii="Verdana" w:hAnsi="Verdana"/>
          <w:b/>
          <w:bCs/>
        </w:rPr>
      </w:pPr>
      <w:r w:rsidRPr="00892AB2">
        <w:rPr>
          <w:rFonts w:ascii="Verdana" w:hAnsi="Verdana"/>
          <w:b/>
          <w:bCs/>
        </w:rPr>
        <w:lastRenderedPageBreak/>
        <w:t xml:space="preserve">Documentazione scheda </w:t>
      </w:r>
      <w:r w:rsidR="001F557B">
        <w:rPr>
          <w:rFonts w:ascii="Verdana" w:hAnsi="Verdana"/>
          <w:b/>
          <w:bCs/>
        </w:rPr>
        <w:t>0</w:t>
      </w:r>
      <w:r w:rsidR="004F1320">
        <w:rPr>
          <w:rFonts w:ascii="Verdana" w:hAnsi="Verdana"/>
          <w:b/>
          <w:bCs/>
        </w:rPr>
        <w:t>7</w:t>
      </w:r>
      <w:r w:rsidR="001F557B">
        <w:rPr>
          <w:rFonts w:ascii="Verdana" w:hAnsi="Verdana"/>
          <w:b/>
          <w:bCs/>
        </w:rPr>
        <w:t>A24</w:t>
      </w:r>
      <w:r>
        <w:rPr>
          <w:rFonts w:ascii="Verdana" w:hAnsi="Verdana"/>
          <w:b/>
          <w:bCs/>
        </w:rPr>
        <w:t xml:space="preserve"> </w:t>
      </w:r>
      <w:r w:rsidR="001F557B">
        <w:rPr>
          <w:rFonts w:ascii="Verdana" w:hAnsi="Verdana"/>
          <w:b/>
          <w:bCs/>
        </w:rPr>
        <w:t>(</w:t>
      </w:r>
      <w:r>
        <w:rPr>
          <w:rFonts w:ascii="Verdana" w:hAnsi="Verdana"/>
          <w:b/>
          <w:bCs/>
        </w:rPr>
        <w:t>Scheda Connessioni</w:t>
      </w:r>
      <w:r w:rsidR="001F557B">
        <w:rPr>
          <w:rFonts w:ascii="Verdana" w:hAnsi="Verdana"/>
          <w:b/>
          <w:bCs/>
        </w:rPr>
        <w:t>)</w:t>
      </w:r>
    </w:p>
    <w:p w14:paraId="1DD68D99" w14:textId="77777777" w:rsidR="001F557B" w:rsidRDefault="001F557B" w:rsidP="001F557B">
      <w:pPr>
        <w:rPr>
          <w:rFonts w:ascii="Verdana" w:hAnsi="Verdana"/>
        </w:rPr>
      </w:pPr>
    </w:p>
    <w:tbl>
      <w:tblPr>
        <w:tblW w:w="9781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shd w:val="clear" w:color="auto" w:fill="E2EFD9" w:themeFill="accent6" w:themeFillTint="33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87"/>
        <w:gridCol w:w="4558"/>
        <w:gridCol w:w="3686"/>
        <w:gridCol w:w="850"/>
      </w:tblGrid>
      <w:tr w:rsidR="001F557B" w14:paraId="5A79662B" w14:textId="77777777" w:rsidTr="00C157B0">
        <w:trPr>
          <w:tblHeader/>
        </w:trPr>
        <w:tc>
          <w:tcPr>
            <w:tcW w:w="687" w:type="dxa"/>
            <w:shd w:val="clear" w:color="auto" w:fill="9CC2E5" w:themeFill="accent5" w:themeFillTint="99"/>
          </w:tcPr>
          <w:p w14:paraId="4B02DBEE" w14:textId="7C92510C" w:rsidR="001F557B" w:rsidRPr="00CF7C95" w:rsidRDefault="001F557B" w:rsidP="00FD126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A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47BC1FE3" w14:textId="77777777" w:rsidR="001F557B" w:rsidRPr="00CF7C95" w:rsidRDefault="001F557B" w:rsidP="00FD126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Descrizione documento</w:t>
            </w:r>
          </w:p>
        </w:tc>
        <w:tc>
          <w:tcPr>
            <w:tcW w:w="3686" w:type="dxa"/>
            <w:shd w:val="clear" w:color="auto" w:fill="9CC2E5" w:themeFill="accent5" w:themeFillTint="99"/>
          </w:tcPr>
          <w:p w14:paraId="17202CEC" w14:textId="77777777" w:rsidR="001F557B" w:rsidRPr="00CF7C95" w:rsidRDefault="001F557B" w:rsidP="00FD126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File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48680AF6" w14:textId="5058E0B9" w:rsidR="001F557B" w:rsidRPr="00CF7C95" w:rsidRDefault="00C6012C" w:rsidP="00FD126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1F557B" w14:paraId="1DE481AB" w14:textId="77777777" w:rsidTr="00C157B0">
        <w:tc>
          <w:tcPr>
            <w:tcW w:w="687" w:type="dxa"/>
            <w:shd w:val="clear" w:color="auto" w:fill="DEEAF6" w:themeFill="accent5" w:themeFillTint="33"/>
          </w:tcPr>
          <w:p w14:paraId="7E51618D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13184793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257E94DE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0421C08D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1660B07D" w14:textId="77777777" w:rsidTr="00C157B0">
        <w:tc>
          <w:tcPr>
            <w:tcW w:w="687" w:type="dxa"/>
            <w:shd w:val="clear" w:color="auto" w:fill="9CC2E5" w:themeFill="accent5" w:themeFillTint="99"/>
          </w:tcPr>
          <w:p w14:paraId="624F498C" w14:textId="6234A09E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CF7C95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16C56431" w14:textId="37ED0A19" w:rsidR="001F557B" w:rsidRPr="00CF7C95" w:rsidRDefault="00BB2E81" w:rsidP="00FD12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Board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</w:t>
            </w:r>
            <w:r w:rsidR="001F557B" w:rsidRPr="00CF7C95">
              <w:rPr>
                <w:rFonts w:ascii="Verdana" w:hAnsi="Verdana"/>
                <w:sz w:val="20"/>
                <w:szCs w:val="20"/>
              </w:rPr>
              <w:t>chema</w:t>
            </w:r>
            <w:r>
              <w:rPr>
                <w:rFonts w:ascii="Verdana" w:hAnsi="Verdana"/>
                <w:sz w:val="20"/>
                <w:szCs w:val="20"/>
              </w:rPr>
              <w:t>tic</w:t>
            </w:r>
            <w:proofErr w:type="spellEnd"/>
          </w:p>
        </w:tc>
        <w:tc>
          <w:tcPr>
            <w:tcW w:w="3686" w:type="dxa"/>
            <w:shd w:val="clear" w:color="auto" w:fill="9CC2E5" w:themeFill="accent5" w:themeFillTint="99"/>
          </w:tcPr>
          <w:p w14:paraId="2DA16798" w14:textId="37911890" w:rsidR="001F557B" w:rsidRPr="00CF7C95" w:rsidRDefault="007B3D0B" w:rsidP="00FD1266">
            <w:pPr>
              <w:rPr>
                <w:rFonts w:ascii="Verdana" w:hAnsi="Verdana"/>
                <w:sz w:val="20"/>
                <w:szCs w:val="20"/>
              </w:rPr>
            </w:pPr>
            <w:r w:rsidRPr="007B3D0B">
              <w:rPr>
                <w:rFonts w:ascii="Verdana" w:hAnsi="Verdana"/>
                <w:sz w:val="20"/>
                <w:szCs w:val="20"/>
              </w:rPr>
              <w:t>07A24_V0_00 Schematic.PDF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24100A1D" w14:textId="77777777" w:rsidR="001F557B" w:rsidRPr="00CF7C95" w:rsidRDefault="001F557B" w:rsidP="00FD126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1F557B" w14:paraId="72DFE1B1" w14:textId="77777777" w:rsidTr="00C157B0">
        <w:tc>
          <w:tcPr>
            <w:tcW w:w="687" w:type="dxa"/>
            <w:shd w:val="clear" w:color="auto" w:fill="DEEAF6" w:themeFill="accent5" w:themeFillTint="33"/>
          </w:tcPr>
          <w:p w14:paraId="165F567F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62860A9F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4B52505A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2FE15753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5A769CAD" w14:textId="77777777" w:rsidTr="00C157B0">
        <w:tc>
          <w:tcPr>
            <w:tcW w:w="687" w:type="dxa"/>
            <w:shd w:val="clear" w:color="auto" w:fill="9CC2E5" w:themeFill="accent5" w:themeFillTint="99"/>
          </w:tcPr>
          <w:p w14:paraId="11E23BA4" w14:textId="3A43B069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CF7C95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2F16AB44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File Gerber</w:t>
            </w:r>
          </w:p>
        </w:tc>
        <w:tc>
          <w:tcPr>
            <w:tcW w:w="3686" w:type="dxa"/>
            <w:shd w:val="clear" w:color="auto" w:fill="9CC2E5" w:themeFill="accent5" w:themeFillTint="99"/>
          </w:tcPr>
          <w:p w14:paraId="13B51B62" w14:textId="5C7D656E" w:rsidR="001F557B" w:rsidRPr="00CF7C95" w:rsidRDefault="00417189" w:rsidP="00FD1266">
            <w:pPr>
              <w:rPr>
                <w:rFonts w:ascii="Verdana" w:hAnsi="Verdana"/>
                <w:sz w:val="20"/>
                <w:szCs w:val="20"/>
              </w:rPr>
            </w:pPr>
            <w:r w:rsidRPr="00417189">
              <w:rPr>
                <w:rFonts w:ascii="Verdana" w:hAnsi="Verdana"/>
                <w:sz w:val="20"/>
                <w:szCs w:val="20"/>
              </w:rPr>
              <w:t>Gerber_07A24.zip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25E8439D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7D8BD057" w14:textId="77777777" w:rsidTr="00C157B0">
        <w:tc>
          <w:tcPr>
            <w:tcW w:w="687" w:type="dxa"/>
            <w:shd w:val="clear" w:color="auto" w:fill="DEEAF6" w:themeFill="accent5" w:themeFillTint="33"/>
          </w:tcPr>
          <w:p w14:paraId="13656CFF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35132570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3A90195F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452A29A1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53EE2AED" w14:textId="77777777" w:rsidTr="00C157B0">
        <w:tc>
          <w:tcPr>
            <w:tcW w:w="687" w:type="dxa"/>
            <w:shd w:val="clear" w:color="auto" w:fill="9CC2E5" w:themeFill="accent5" w:themeFillTint="99"/>
          </w:tcPr>
          <w:p w14:paraId="77C4850D" w14:textId="3704F18B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CF7C95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49312FD8" w14:textId="35732736" w:rsidR="001F557B" w:rsidRPr="00CF7C95" w:rsidRDefault="00927FD4" w:rsidP="00FD12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Stampe PCB</w:t>
            </w:r>
          </w:p>
        </w:tc>
        <w:tc>
          <w:tcPr>
            <w:tcW w:w="3686" w:type="dxa"/>
            <w:shd w:val="clear" w:color="auto" w:fill="9CC2E5" w:themeFill="accent5" w:themeFillTint="99"/>
          </w:tcPr>
          <w:p w14:paraId="7F054F80" w14:textId="3DD212AA" w:rsidR="001F557B" w:rsidRPr="00CF7C95" w:rsidRDefault="008C13A1" w:rsidP="00FD1266">
            <w:pPr>
              <w:rPr>
                <w:rFonts w:ascii="Verdana" w:hAnsi="Verdana"/>
                <w:sz w:val="20"/>
                <w:szCs w:val="20"/>
              </w:rPr>
            </w:pPr>
            <w:r w:rsidRPr="008C13A1">
              <w:rPr>
                <w:rFonts w:ascii="Verdana" w:hAnsi="Verdana"/>
                <w:sz w:val="20"/>
                <w:szCs w:val="20"/>
              </w:rPr>
              <w:t>07A24_V0 PCB Print.PDF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09C7E022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209D7F49" w14:textId="77777777" w:rsidTr="00C157B0">
        <w:tc>
          <w:tcPr>
            <w:tcW w:w="687" w:type="dxa"/>
            <w:shd w:val="clear" w:color="auto" w:fill="DEEAF6" w:themeFill="accent5" w:themeFillTint="33"/>
          </w:tcPr>
          <w:p w14:paraId="72F1B73D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3E0F83A4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7439F461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6E612A37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6A15D901" w14:textId="77777777" w:rsidTr="00927FD4">
        <w:trPr>
          <w:trHeight w:val="331"/>
        </w:trPr>
        <w:tc>
          <w:tcPr>
            <w:tcW w:w="687" w:type="dxa"/>
            <w:shd w:val="clear" w:color="auto" w:fill="9CC2E5" w:themeFill="accent5" w:themeFillTint="99"/>
          </w:tcPr>
          <w:p w14:paraId="5528DE5F" w14:textId="1DD2C599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E4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1BE7CDF6" w14:textId="6BB99219" w:rsidR="001F557B" w:rsidRPr="00CF7C95" w:rsidRDefault="00927FD4" w:rsidP="00FD12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Piano di montaggio</w:t>
            </w:r>
          </w:p>
        </w:tc>
        <w:tc>
          <w:tcPr>
            <w:tcW w:w="3686" w:type="dxa"/>
            <w:shd w:val="clear" w:color="auto" w:fill="9CC2E5" w:themeFill="accent5" w:themeFillTint="99"/>
          </w:tcPr>
          <w:p w14:paraId="26D51BFA" w14:textId="3467D92B" w:rsidR="001F557B" w:rsidRPr="00CF7C95" w:rsidRDefault="008C13A1" w:rsidP="00FD1266">
            <w:pPr>
              <w:rPr>
                <w:rFonts w:ascii="Verdana" w:hAnsi="Verdana"/>
                <w:sz w:val="20"/>
                <w:szCs w:val="20"/>
              </w:rPr>
            </w:pPr>
            <w:r w:rsidRPr="00417189">
              <w:rPr>
                <w:rFonts w:ascii="Verdana" w:hAnsi="Verdana"/>
                <w:sz w:val="20"/>
                <w:szCs w:val="20"/>
              </w:rPr>
              <w:t>07A24_V0 PCB Assembly.PDF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589F15D8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40451B84" w14:textId="77777777" w:rsidTr="00C157B0">
        <w:tc>
          <w:tcPr>
            <w:tcW w:w="687" w:type="dxa"/>
            <w:shd w:val="clear" w:color="auto" w:fill="DEEAF6" w:themeFill="accent5" w:themeFillTint="33"/>
          </w:tcPr>
          <w:p w14:paraId="6332FDE3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3642D757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3D4BF155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257623B8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7FFCE515" w14:textId="77777777" w:rsidTr="00C157B0">
        <w:tc>
          <w:tcPr>
            <w:tcW w:w="687" w:type="dxa"/>
            <w:shd w:val="clear" w:color="auto" w:fill="9CC2E5" w:themeFill="accent5" w:themeFillTint="99"/>
          </w:tcPr>
          <w:p w14:paraId="363D7058" w14:textId="440A81A5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E5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6E0BAE31" w14:textId="1C6B48D4" w:rsidR="001F557B" w:rsidRPr="00CF7C95" w:rsidRDefault="00927FD4" w:rsidP="00FD12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Lista parti </w:t>
            </w:r>
            <w:r w:rsidR="001F55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shd w:val="clear" w:color="auto" w:fill="9CC2E5" w:themeFill="accent5" w:themeFillTint="99"/>
          </w:tcPr>
          <w:p w14:paraId="51267FEA" w14:textId="323B58E8" w:rsidR="001F557B" w:rsidRPr="00CF7C95" w:rsidRDefault="008C13A1" w:rsidP="00FD1266">
            <w:pPr>
              <w:rPr>
                <w:rFonts w:ascii="Verdana" w:hAnsi="Verdana"/>
                <w:sz w:val="20"/>
                <w:szCs w:val="20"/>
              </w:rPr>
            </w:pPr>
            <w:r w:rsidRPr="008C13A1">
              <w:rPr>
                <w:rFonts w:ascii="Verdana" w:hAnsi="Verdana"/>
                <w:sz w:val="20"/>
                <w:szCs w:val="20"/>
              </w:rPr>
              <w:t>07A24_V0_lpc_00_Rev00.pdf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4D06266C" w14:textId="3A9D7E9A" w:rsidR="001F557B" w:rsidRPr="00CF7C95" w:rsidRDefault="006429A1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00</w:t>
            </w:r>
          </w:p>
        </w:tc>
      </w:tr>
      <w:tr w:rsidR="001F557B" w14:paraId="704A3560" w14:textId="77777777" w:rsidTr="00C157B0">
        <w:tc>
          <w:tcPr>
            <w:tcW w:w="687" w:type="dxa"/>
            <w:shd w:val="clear" w:color="auto" w:fill="DEEAF6" w:themeFill="accent5" w:themeFillTint="33"/>
          </w:tcPr>
          <w:p w14:paraId="23ED4D64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61BECB6B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6F8EBCC2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51EC461A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9EE8D39" w14:textId="77777777" w:rsidR="001F557B" w:rsidRDefault="001F557B" w:rsidP="001F557B">
      <w:pPr>
        <w:rPr>
          <w:rFonts w:ascii="Verdana" w:hAnsi="Verdana"/>
          <w:b/>
          <w:bCs/>
        </w:rPr>
      </w:pPr>
    </w:p>
    <w:p w14:paraId="5A4873CB" w14:textId="77777777" w:rsidR="00AC1711" w:rsidRDefault="00AC1711" w:rsidP="00B4089B">
      <w:pPr>
        <w:rPr>
          <w:rFonts w:ascii="Verdana" w:hAnsi="Verdana"/>
          <w:b/>
          <w:bCs/>
        </w:rPr>
      </w:pPr>
    </w:p>
    <w:p w14:paraId="0DC45C75" w14:textId="77777777" w:rsidR="00AA1F2A" w:rsidRDefault="00AA1F2A" w:rsidP="00B4089B">
      <w:pPr>
        <w:rPr>
          <w:rFonts w:ascii="Verdana" w:hAnsi="Verdana"/>
          <w:b/>
          <w:bCs/>
        </w:rPr>
      </w:pPr>
    </w:p>
    <w:p w14:paraId="5FF937F8" w14:textId="77777777" w:rsidR="00AA1F2A" w:rsidRDefault="00AA1F2A" w:rsidP="00B4089B">
      <w:pPr>
        <w:rPr>
          <w:rFonts w:ascii="Verdana" w:hAnsi="Verdana"/>
          <w:b/>
          <w:bCs/>
        </w:rPr>
      </w:pPr>
    </w:p>
    <w:p w14:paraId="2ABD92FF" w14:textId="5B50D48D" w:rsidR="00023FBF" w:rsidRDefault="00023FBF" w:rsidP="00023FBF">
      <w:pPr>
        <w:rPr>
          <w:rFonts w:ascii="Verdana" w:hAnsi="Verdana"/>
          <w:b/>
          <w:bCs/>
        </w:rPr>
      </w:pPr>
      <w:r w:rsidRPr="00892AB2">
        <w:rPr>
          <w:rFonts w:ascii="Verdana" w:hAnsi="Verdana"/>
          <w:b/>
          <w:bCs/>
        </w:rPr>
        <w:t xml:space="preserve">Documentazione scheda </w:t>
      </w:r>
      <w:r>
        <w:rPr>
          <w:rFonts w:ascii="Verdana" w:hAnsi="Verdana"/>
          <w:b/>
          <w:bCs/>
        </w:rPr>
        <w:t>06A24 (Scheda Antenna)</w:t>
      </w:r>
    </w:p>
    <w:p w14:paraId="61392AFE" w14:textId="77777777" w:rsidR="00B4089B" w:rsidRDefault="00B4089B" w:rsidP="00B4089B">
      <w:pPr>
        <w:rPr>
          <w:rFonts w:ascii="Verdana" w:hAnsi="Verdana"/>
        </w:rPr>
      </w:pPr>
    </w:p>
    <w:tbl>
      <w:tblPr>
        <w:tblW w:w="9780" w:type="dxa"/>
        <w:tblBorders>
          <w:insideH w:val="single" w:sz="18" w:space="0" w:color="FFFFFF"/>
          <w:insideV w:val="single" w:sz="18" w:space="0" w:color="FFFFFF"/>
        </w:tblBorders>
        <w:shd w:val="clear" w:color="auto" w:fill="DEEAF6" w:themeFill="accent5" w:themeFillTint="33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4319"/>
        <w:gridCol w:w="4017"/>
        <w:gridCol w:w="801"/>
      </w:tblGrid>
      <w:tr w:rsidR="00B4089B" w14:paraId="3C38D108" w14:textId="77777777" w:rsidTr="00023FBF">
        <w:trPr>
          <w:tblHeader/>
        </w:trPr>
        <w:tc>
          <w:tcPr>
            <w:tcW w:w="643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69332BA9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AF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6B1EE6FB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Descrizione documento</w:t>
            </w:r>
          </w:p>
        </w:tc>
        <w:tc>
          <w:tcPr>
            <w:tcW w:w="4017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1B901D4D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File</w:t>
            </w:r>
          </w:p>
        </w:tc>
        <w:tc>
          <w:tcPr>
            <w:tcW w:w="801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  <w:hideMark/>
          </w:tcPr>
          <w:p w14:paraId="02C0DF07" w14:textId="4BE38695" w:rsidR="00B4089B" w:rsidRDefault="00C6012C" w:rsidP="00F561AB">
            <w:pPr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B4089B" w14:paraId="76BD3A62" w14:textId="77777777" w:rsidTr="00023FBF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6AB7F04E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31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2D8ACD5C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1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40F500EA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1230D738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</w:tr>
      <w:tr w:rsidR="00023FBF" w14:paraId="2C36EF40" w14:textId="77777777" w:rsidTr="00023FBF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5475C6E6" w14:textId="0755F307" w:rsidR="00023FBF" w:rsidRDefault="00023FBF" w:rsidP="00023FBF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AF1</w:t>
            </w:r>
          </w:p>
        </w:tc>
        <w:tc>
          <w:tcPr>
            <w:tcW w:w="431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455C44CA" w14:textId="39160B19" w:rsidR="00023FBF" w:rsidRPr="00AA2406" w:rsidRDefault="00023FBF" w:rsidP="00023FBF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Board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</w:t>
            </w:r>
            <w:r w:rsidRPr="00CF7C95">
              <w:rPr>
                <w:rFonts w:ascii="Verdana" w:hAnsi="Verdana"/>
                <w:sz w:val="20"/>
                <w:szCs w:val="20"/>
              </w:rPr>
              <w:t>chema</w:t>
            </w:r>
            <w:r>
              <w:rPr>
                <w:rFonts w:ascii="Verdana" w:hAnsi="Verdana"/>
                <w:sz w:val="20"/>
                <w:szCs w:val="20"/>
              </w:rPr>
              <w:t>tic</w:t>
            </w:r>
            <w:proofErr w:type="spellEnd"/>
          </w:p>
        </w:tc>
        <w:tc>
          <w:tcPr>
            <w:tcW w:w="401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FC7CE0C" w14:textId="6C49176E" w:rsidR="00023FBF" w:rsidRPr="00150829" w:rsidRDefault="00BB7AF5" w:rsidP="00023FBF">
            <w:pPr>
              <w:rPr>
                <w:rFonts w:ascii="Verdana" w:hAnsi="Verdana"/>
                <w:sz w:val="20"/>
              </w:rPr>
            </w:pPr>
            <w:r w:rsidRPr="00BB7AF5">
              <w:rPr>
                <w:rFonts w:ascii="Verdana" w:hAnsi="Verdana"/>
                <w:sz w:val="20"/>
              </w:rPr>
              <w:t>06A24_V0_00 Schematic.PDF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2F38AC4E" w14:textId="76980628" w:rsidR="00023FBF" w:rsidRDefault="00023FBF" w:rsidP="00023FBF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023FBF" w14:paraId="4A2FBF5E" w14:textId="77777777" w:rsidTr="00023FBF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2852598" w14:textId="77777777" w:rsidR="00023FBF" w:rsidRPr="00150829" w:rsidRDefault="00023FBF" w:rsidP="00023FB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31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9000CA9" w14:textId="77777777" w:rsidR="00023FBF" w:rsidRPr="00150829" w:rsidRDefault="00023FBF" w:rsidP="00023FB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1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1F2A46E" w14:textId="77777777" w:rsidR="00023FBF" w:rsidRPr="00150829" w:rsidRDefault="00023FBF" w:rsidP="00023FB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049B0587" w14:textId="77777777" w:rsidR="00023FBF" w:rsidRDefault="00023FBF" w:rsidP="00023FBF">
            <w:pPr>
              <w:rPr>
                <w:rFonts w:ascii="Verdana" w:hAnsi="Verdana"/>
                <w:sz w:val="20"/>
              </w:rPr>
            </w:pPr>
          </w:p>
        </w:tc>
      </w:tr>
      <w:tr w:rsidR="00023FBF" w14:paraId="7CD5290F" w14:textId="77777777" w:rsidTr="00023FBF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4CD6340" w14:textId="33710A93" w:rsidR="00023FBF" w:rsidRDefault="00023FBF" w:rsidP="00023FB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AF2</w:t>
            </w:r>
          </w:p>
        </w:tc>
        <w:tc>
          <w:tcPr>
            <w:tcW w:w="431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6654984" w14:textId="66B1F300" w:rsidR="00023FBF" w:rsidRDefault="00023FBF" w:rsidP="00023FB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  <w:szCs w:val="20"/>
              </w:rPr>
              <w:t>File Gerber</w:t>
            </w:r>
          </w:p>
        </w:tc>
        <w:tc>
          <w:tcPr>
            <w:tcW w:w="401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6C240CB" w14:textId="08EE682A" w:rsidR="00023FBF" w:rsidRDefault="00BB7AF5" w:rsidP="00023FBF">
            <w:pPr>
              <w:rPr>
                <w:rFonts w:ascii="Verdana" w:hAnsi="Verdana"/>
                <w:sz w:val="20"/>
                <w:lang w:val="en-US"/>
              </w:rPr>
            </w:pPr>
            <w:r w:rsidRPr="00BB7AF5">
              <w:rPr>
                <w:rFonts w:ascii="Verdana" w:hAnsi="Verdana"/>
                <w:sz w:val="20"/>
                <w:lang w:val="en-US"/>
              </w:rPr>
              <w:t>Gerber 06A24.zip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053C7EB2" w14:textId="77777777" w:rsidR="00023FBF" w:rsidRDefault="00023FBF" w:rsidP="00023FBF">
            <w:pPr>
              <w:rPr>
                <w:rFonts w:ascii="Verdana" w:hAnsi="Verdana"/>
                <w:sz w:val="20"/>
                <w:lang w:val="en-US"/>
              </w:rPr>
            </w:pPr>
          </w:p>
        </w:tc>
      </w:tr>
      <w:tr w:rsidR="00023FBF" w14:paraId="12297458" w14:textId="77777777" w:rsidTr="00023FBF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0037F7A2" w14:textId="77777777" w:rsidR="00023FBF" w:rsidRDefault="00023FBF" w:rsidP="00023FB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31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E23C3B6" w14:textId="77777777" w:rsidR="00023FBF" w:rsidRDefault="00023FBF" w:rsidP="00023FB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1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3D18105C" w14:textId="77777777" w:rsidR="00023FBF" w:rsidRDefault="00023FBF" w:rsidP="00023FB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5F386938" w14:textId="77777777" w:rsidR="00023FBF" w:rsidRDefault="00023FBF" w:rsidP="00023FB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23FBF" w14:paraId="040D9760" w14:textId="77777777" w:rsidTr="00023FBF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05933F2C" w14:textId="23DD6D83" w:rsidR="00023FBF" w:rsidRDefault="00023FBF" w:rsidP="00023FBF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AF3</w:t>
            </w:r>
          </w:p>
        </w:tc>
        <w:tc>
          <w:tcPr>
            <w:tcW w:w="431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CEB1E0C" w14:textId="7175E8D9" w:rsidR="00023FBF" w:rsidRPr="00AA2406" w:rsidRDefault="00023FBF" w:rsidP="00023FBF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</w:rPr>
              <w:t>Stampe PCB</w:t>
            </w:r>
          </w:p>
        </w:tc>
        <w:tc>
          <w:tcPr>
            <w:tcW w:w="401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62ECB2DC" w14:textId="4BA20D4F" w:rsidR="00023FBF" w:rsidRPr="00150829" w:rsidRDefault="00BB7AF5" w:rsidP="00BB7AF5">
            <w:pPr>
              <w:jc w:val="both"/>
              <w:rPr>
                <w:rFonts w:ascii="Verdana" w:hAnsi="Verdana"/>
                <w:sz w:val="20"/>
              </w:rPr>
            </w:pPr>
            <w:r w:rsidRPr="00BB7AF5">
              <w:rPr>
                <w:rFonts w:ascii="Verdana" w:hAnsi="Verdana"/>
                <w:sz w:val="20"/>
              </w:rPr>
              <w:t>06A24_V0 PCB Print.PDF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2D968F8B" w14:textId="77777777" w:rsidR="00023FBF" w:rsidRDefault="00023FBF" w:rsidP="00023FBF">
            <w:pPr>
              <w:rPr>
                <w:rFonts w:ascii="Verdana" w:hAnsi="Verdana"/>
                <w:sz w:val="20"/>
              </w:rPr>
            </w:pPr>
          </w:p>
        </w:tc>
      </w:tr>
      <w:tr w:rsidR="00023FBF" w14:paraId="01C8B712" w14:textId="77777777" w:rsidTr="00023FBF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1874E31E" w14:textId="77777777" w:rsidR="00023FBF" w:rsidRPr="00150829" w:rsidRDefault="00023FBF" w:rsidP="00023FB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31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739B3F0" w14:textId="77777777" w:rsidR="00023FBF" w:rsidRPr="00150829" w:rsidRDefault="00023FBF" w:rsidP="00023FB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1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BB8E74F" w14:textId="77777777" w:rsidR="00023FBF" w:rsidRPr="00150829" w:rsidRDefault="00023FBF" w:rsidP="00023FB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5F8EBBD5" w14:textId="77777777" w:rsidR="00023FBF" w:rsidRDefault="00023FBF" w:rsidP="00023FBF">
            <w:pPr>
              <w:rPr>
                <w:rFonts w:ascii="Verdana" w:hAnsi="Verdana"/>
                <w:sz w:val="20"/>
              </w:rPr>
            </w:pPr>
          </w:p>
        </w:tc>
      </w:tr>
    </w:tbl>
    <w:p w14:paraId="1064B459" w14:textId="77777777" w:rsidR="00B4089B" w:rsidRDefault="00B4089B" w:rsidP="00B4089B">
      <w:pPr>
        <w:rPr>
          <w:rFonts w:ascii="Verdana" w:hAnsi="Verdana"/>
        </w:rPr>
      </w:pPr>
    </w:p>
    <w:p w14:paraId="02676293" w14:textId="77777777" w:rsidR="00B4089B" w:rsidRDefault="00B4089B" w:rsidP="00B4089B">
      <w:pPr>
        <w:rPr>
          <w:rFonts w:ascii="Verdana" w:hAnsi="Verdana"/>
        </w:rPr>
      </w:pPr>
    </w:p>
    <w:p w14:paraId="533D4345" w14:textId="77777777" w:rsidR="00B4089B" w:rsidRDefault="00B4089B" w:rsidP="00B4089B">
      <w:pPr>
        <w:rPr>
          <w:rFonts w:ascii="Verdana" w:hAnsi="Verdana"/>
        </w:rPr>
      </w:pPr>
    </w:p>
    <w:p w14:paraId="24136623" w14:textId="77777777" w:rsidR="00D51605" w:rsidRDefault="00D51605" w:rsidP="00B4089B">
      <w:pPr>
        <w:rPr>
          <w:rFonts w:ascii="Verdana" w:hAnsi="Verdana"/>
        </w:rPr>
      </w:pPr>
    </w:p>
    <w:p w14:paraId="64CA9E2F" w14:textId="77777777" w:rsidR="00AA1F2A" w:rsidRDefault="00AA1F2A" w:rsidP="00B4089B">
      <w:pPr>
        <w:rPr>
          <w:rFonts w:ascii="Verdana" w:hAnsi="Verdana"/>
        </w:rPr>
      </w:pPr>
    </w:p>
    <w:p w14:paraId="049E3AE9" w14:textId="77777777" w:rsidR="00AA1F2A" w:rsidRDefault="00AA1F2A" w:rsidP="00B4089B">
      <w:pPr>
        <w:rPr>
          <w:rFonts w:ascii="Verdana" w:hAnsi="Verdana"/>
        </w:rPr>
      </w:pPr>
    </w:p>
    <w:p w14:paraId="458BB3AA" w14:textId="77777777" w:rsidR="00AA1F2A" w:rsidRDefault="00AA1F2A" w:rsidP="00B4089B">
      <w:pPr>
        <w:rPr>
          <w:rFonts w:ascii="Verdana" w:hAnsi="Verdana"/>
        </w:rPr>
      </w:pPr>
    </w:p>
    <w:p w14:paraId="3CAA9922" w14:textId="77777777" w:rsidR="00BB7AF5" w:rsidRDefault="00BB7AF5" w:rsidP="00B4089B">
      <w:pPr>
        <w:rPr>
          <w:rFonts w:ascii="Verdana" w:hAnsi="Verdana"/>
        </w:rPr>
      </w:pPr>
    </w:p>
    <w:p w14:paraId="531F1A7E" w14:textId="77777777" w:rsidR="00BB7AF5" w:rsidRDefault="00BB7AF5" w:rsidP="00B4089B">
      <w:pPr>
        <w:rPr>
          <w:rFonts w:ascii="Verdana" w:hAnsi="Verdana"/>
        </w:rPr>
      </w:pPr>
    </w:p>
    <w:p w14:paraId="4E520BF1" w14:textId="77777777" w:rsidR="00BB7AF5" w:rsidRDefault="00BB7AF5" w:rsidP="00B4089B">
      <w:pPr>
        <w:rPr>
          <w:rFonts w:ascii="Verdana" w:hAnsi="Verdana"/>
        </w:rPr>
      </w:pPr>
    </w:p>
    <w:p w14:paraId="09B1029F" w14:textId="77777777" w:rsidR="00BB7AF5" w:rsidRDefault="00BB7AF5" w:rsidP="00B4089B">
      <w:pPr>
        <w:rPr>
          <w:rFonts w:ascii="Verdana" w:hAnsi="Verdana"/>
        </w:rPr>
      </w:pPr>
    </w:p>
    <w:p w14:paraId="29A06C71" w14:textId="77777777" w:rsidR="00BB7AF5" w:rsidRDefault="00BB7AF5" w:rsidP="00B4089B">
      <w:pPr>
        <w:rPr>
          <w:rFonts w:ascii="Verdana" w:hAnsi="Verdana"/>
        </w:rPr>
      </w:pPr>
    </w:p>
    <w:p w14:paraId="731E926A" w14:textId="77777777" w:rsidR="00AA1F2A" w:rsidRDefault="00AA1F2A" w:rsidP="00B4089B">
      <w:pPr>
        <w:rPr>
          <w:rFonts w:ascii="Verdana" w:hAnsi="Verdana"/>
        </w:rPr>
      </w:pPr>
    </w:p>
    <w:p w14:paraId="20BAB6C4" w14:textId="77777777" w:rsidR="00AA1F2A" w:rsidRDefault="00AA1F2A" w:rsidP="00B4089B">
      <w:pPr>
        <w:rPr>
          <w:rFonts w:ascii="Verdana" w:hAnsi="Verdana"/>
        </w:rPr>
      </w:pPr>
    </w:p>
    <w:p w14:paraId="0FB8B65D" w14:textId="77777777" w:rsidR="00AA1F2A" w:rsidRDefault="00AA1F2A" w:rsidP="00B4089B">
      <w:pPr>
        <w:rPr>
          <w:rFonts w:ascii="Verdana" w:hAnsi="Verdana"/>
        </w:rPr>
      </w:pPr>
    </w:p>
    <w:p w14:paraId="6C040ED9" w14:textId="77777777" w:rsidR="00AA1F2A" w:rsidRDefault="00AA1F2A" w:rsidP="00B4089B">
      <w:pPr>
        <w:rPr>
          <w:rFonts w:ascii="Verdana" w:hAnsi="Verdana"/>
        </w:rPr>
      </w:pPr>
    </w:p>
    <w:p w14:paraId="704A8BCD" w14:textId="48B78F5B" w:rsidR="00B4089B" w:rsidRPr="00892AB2" w:rsidRDefault="006D4AAD" w:rsidP="00B4089B">
      <w:pPr>
        <w:rPr>
          <w:rFonts w:ascii="Verdana" w:hAnsi="Verdana"/>
          <w:b/>
          <w:bCs/>
        </w:rPr>
      </w:pPr>
      <w:proofErr w:type="spellStart"/>
      <w:r>
        <w:rPr>
          <w:rFonts w:ascii="Verdana" w:hAnsi="Verdana"/>
          <w:b/>
          <w:bCs/>
        </w:rPr>
        <w:lastRenderedPageBreak/>
        <w:t>E</w:t>
      </w:r>
      <w:r w:rsidR="00D51605">
        <w:rPr>
          <w:rFonts w:ascii="Verdana" w:hAnsi="Verdana"/>
          <w:b/>
          <w:bCs/>
        </w:rPr>
        <w:t>nclousure</w:t>
      </w:r>
      <w:proofErr w:type="spellEnd"/>
    </w:p>
    <w:p w14:paraId="76E2313A" w14:textId="77777777" w:rsidR="00B4089B" w:rsidRDefault="00B4089B" w:rsidP="00B4089B">
      <w:pPr>
        <w:rPr>
          <w:rFonts w:ascii="Verdana" w:hAnsi="Verdana"/>
        </w:rPr>
      </w:pPr>
    </w:p>
    <w:tbl>
      <w:tblPr>
        <w:tblW w:w="9780" w:type="dxa"/>
        <w:tblBorders>
          <w:insideH w:val="single" w:sz="18" w:space="0" w:color="FFFFFF"/>
          <w:insideV w:val="single" w:sz="18" w:space="0" w:color="FFFFFF"/>
        </w:tblBorders>
        <w:shd w:val="clear" w:color="auto" w:fill="9CC2E5" w:themeFill="accent5" w:themeFillTint="99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4"/>
        <w:gridCol w:w="4459"/>
        <w:gridCol w:w="3876"/>
        <w:gridCol w:w="801"/>
      </w:tblGrid>
      <w:tr w:rsidR="00B4089B" w14:paraId="09D539C9" w14:textId="77777777" w:rsidTr="002003DB">
        <w:trPr>
          <w:tblHeader/>
        </w:trPr>
        <w:tc>
          <w:tcPr>
            <w:tcW w:w="644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5E8784B7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AG</w:t>
            </w:r>
          </w:p>
        </w:tc>
        <w:tc>
          <w:tcPr>
            <w:tcW w:w="4459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0FFB4A0F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Descrizione documento</w:t>
            </w:r>
          </w:p>
        </w:tc>
        <w:tc>
          <w:tcPr>
            <w:tcW w:w="3876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3654D24E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File</w:t>
            </w:r>
          </w:p>
        </w:tc>
        <w:tc>
          <w:tcPr>
            <w:tcW w:w="801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  <w:hideMark/>
          </w:tcPr>
          <w:p w14:paraId="6F14BE4B" w14:textId="37B85C19" w:rsidR="00B4089B" w:rsidRDefault="00C6012C" w:rsidP="00637B55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B4089B" w14:paraId="3237DDBE" w14:textId="77777777" w:rsidTr="002003DB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4169548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5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0169CD04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8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2EACE78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14FFBE65" w14:textId="77777777" w:rsidR="00B4089B" w:rsidRDefault="00B4089B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4E49F6" w14:paraId="615FD9D9" w14:textId="77777777" w:rsidTr="002003DB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4428C94" w14:textId="202979F2" w:rsidR="00B4089B" w:rsidRDefault="00DD4965" w:rsidP="00F561AB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AG1</w:t>
            </w:r>
          </w:p>
        </w:tc>
        <w:tc>
          <w:tcPr>
            <w:tcW w:w="445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817D957" w14:textId="1E977037" w:rsidR="00B4089B" w:rsidRDefault="006D4AAD" w:rsidP="00F561AB">
            <w:pPr>
              <w:rPr>
                <w:rFonts w:ascii="Verdana" w:hAnsi="Verdana"/>
                <w:sz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lang w:val="en-US"/>
              </w:rPr>
              <w:t>Corpo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Tubo</w:t>
            </w:r>
          </w:p>
        </w:tc>
        <w:tc>
          <w:tcPr>
            <w:tcW w:w="38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35F9B4B3" w14:textId="4CDB1581" w:rsidR="00B4089B" w:rsidRDefault="006D4AAD" w:rsidP="00F561AB">
            <w:pPr>
              <w:rPr>
                <w:rFonts w:ascii="Verdana" w:hAnsi="Verdana"/>
                <w:sz w:val="20"/>
                <w:lang w:val="en-US"/>
              </w:rPr>
            </w:pPr>
            <w:r w:rsidRPr="006D4AAD">
              <w:rPr>
                <w:rFonts w:ascii="Verdana" w:hAnsi="Verdana"/>
                <w:sz w:val="20"/>
                <w:lang w:val="en-US"/>
              </w:rPr>
              <w:t>TBT000483.pdf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4796058D" w14:textId="0AD3AF40" w:rsidR="00B4089B" w:rsidRDefault="002003DB" w:rsidP="00637B5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</w:t>
            </w:r>
          </w:p>
        </w:tc>
      </w:tr>
      <w:tr w:rsidR="00637B55" w14:paraId="577313E9" w14:textId="77777777" w:rsidTr="002003DB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41E3DE6B" w14:textId="77777777" w:rsidR="00637B55" w:rsidRDefault="00637B55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45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DD88783" w14:textId="77777777" w:rsidR="00637B55" w:rsidRDefault="00637B55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8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6D381DB" w14:textId="77777777" w:rsidR="00637B55" w:rsidRDefault="00637B55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0B29A386" w14:textId="77777777" w:rsidR="00637B55" w:rsidRDefault="00637B55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003DB" w14:paraId="2157F085" w14:textId="77777777" w:rsidTr="002003DB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055F1AD" w14:textId="77777777" w:rsidR="002003DB" w:rsidRDefault="002003DB" w:rsidP="00432B46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AG2</w:t>
            </w:r>
          </w:p>
        </w:tc>
        <w:tc>
          <w:tcPr>
            <w:tcW w:w="445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C256E83" w14:textId="77777777" w:rsidR="002003DB" w:rsidRDefault="002003DB" w:rsidP="00432B46">
            <w:pPr>
              <w:rPr>
                <w:rFonts w:ascii="Verdana" w:hAnsi="Verdana"/>
                <w:sz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lang w:val="en-US"/>
              </w:rPr>
              <w:t>Tappo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lato antenna</w:t>
            </w:r>
          </w:p>
        </w:tc>
        <w:tc>
          <w:tcPr>
            <w:tcW w:w="38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330D6A63" w14:textId="77777777" w:rsidR="002003DB" w:rsidRDefault="002003DB" w:rsidP="00432B46">
            <w:pPr>
              <w:rPr>
                <w:rFonts w:ascii="Verdana" w:hAnsi="Verdana"/>
                <w:sz w:val="20"/>
                <w:lang w:val="en-US"/>
              </w:rPr>
            </w:pPr>
            <w:r w:rsidRPr="002003DB">
              <w:rPr>
                <w:rFonts w:ascii="Verdana" w:hAnsi="Verdana"/>
                <w:sz w:val="20"/>
                <w:lang w:val="en-US"/>
              </w:rPr>
              <w:t>TAP000106.pdf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24B726CB" w14:textId="1C23490B" w:rsidR="002003DB" w:rsidRDefault="002003DB" w:rsidP="00432B4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F</w:t>
            </w:r>
          </w:p>
        </w:tc>
      </w:tr>
      <w:tr w:rsidR="002003DB" w14:paraId="7549EEBB" w14:textId="77777777" w:rsidTr="002003DB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45B2EFB0" w14:textId="77777777" w:rsidR="002003DB" w:rsidRDefault="002003DB" w:rsidP="00432B46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45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CA216D0" w14:textId="77777777" w:rsidR="002003DB" w:rsidRDefault="002003DB" w:rsidP="00432B46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8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1522EA2" w14:textId="77777777" w:rsidR="002003DB" w:rsidRDefault="002003DB" w:rsidP="00432B46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78D3ED77" w14:textId="77777777" w:rsidR="002003DB" w:rsidRDefault="002003DB" w:rsidP="00432B46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003DB" w14:paraId="27DF68F7" w14:textId="77777777" w:rsidTr="002003DB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3058698E" w14:textId="77777777" w:rsidR="002003DB" w:rsidRDefault="002003DB" w:rsidP="00432B46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AG3</w:t>
            </w:r>
          </w:p>
        </w:tc>
        <w:tc>
          <w:tcPr>
            <w:tcW w:w="445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4AD63C89" w14:textId="77777777" w:rsidR="002003DB" w:rsidRDefault="002003DB" w:rsidP="00432B46">
            <w:pPr>
              <w:rPr>
                <w:rFonts w:ascii="Verdana" w:hAnsi="Verdana"/>
                <w:sz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lang w:val="en-US"/>
              </w:rPr>
              <w:t>Tappo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lato </w:t>
            </w:r>
            <w:proofErr w:type="spellStart"/>
            <w:r>
              <w:rPr>
                <w:rFonts w:ascii="Verdana" w:hAnsi="Verdana"/>
                <w:sz w:val="20"/>
                <w:lang w:val="en-US"/>
              </w:rPr>
              <w:t>connettore</w:t>
            </w:r>
            <w:proofErr w:type="spellEnd"/>
          </w:p>
        </w:tc>
        <w:tc>
          <w:tcPr>
            <w:tcW w:w="38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17DD2658" w14:textId="77777777" w:rsidR="002003DB" w:rsidRDefault="002003DB" w:rsidP="00432B46">
            <w:pPr>
              <w:rPr>
                <w:rFonts w:ascii="Verdana" w:hAnsi="Verdana"/>
                <w:sz w:val="20"/>
                <w:lang w:val="en-US"/>
              </w:rPr>
            </w:pPr>
            <w:r w:rsidRPr="002003DB">
              <w:rPr>
                <w:rFonts w:ascii="Verdana" w:hAnsi="Verdana"/>
                <w:sz w:val="20"/>
                <w:lang w:val="en-US"/>
              </w:rPr>
              <w:t>TAP000108.pdf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1A14B7E4" w14:textId="302F6B13" w:rsidR="002003DB" w:rsidRDefault="002003DB" w:rsidP="00432B46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F</w:t>
            </w:r>
          </w:p>
        </w:tc>
      </w:tr>
      <w:tr w:rsidR="002003DB" w14:paraId="693789A9" w14:textId="77777777" w:rsidTr="002003DB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40CA9BFB" w14:textId="77777777" w:rsidR="002003DB" w:rsidRDefault="002003DB" w:rsidP="00432B46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45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37CEB444" w14:textId="77777777" w:rsidR="002003DB" w:rsidRDefault="002003DB" w:rsidP="00432B46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8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0FE66481" w14:textId="77777777" w:rsidR="002003DB" w:rsidRDefault="002003DB" w:rsidP="00432B46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14AA6D80" w14:textId="77777777" w:rsidR="002003DB" w:rsidRDefault="002003DB" w:rsidP="00432B46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37B55" w14:paraId="2A6788A1" w14:textId="77777777" w:rsidTr="002003DB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19BF396F" w14:textId="789DBFBB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AG</w:t>
            </w:r>
            <w:r w:rsidR="002003DB">
              <w:rPr>
                <w:rFonts w:ascii="Verdana" w:hAnsi="Verdana"/>
                <w:sz w:val="20"/>
                <w:lang w:val="en-US"/>
              </w:rPr>
              <w:t>4</w:t>
            </w:r>
          </w:p>
        </w:tc>
        <w:tc>
          <w:tcPr>
            <w:tcW w:w="445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580B1643" w14:textId="2B47A517" w:rsidR="002003DB" w:rsidRDefault="002003DB" w:rsidP="00637B55">
            <w:pPr>
              <w:rPr>
                <w:rFonts w:ascii="Verdana" w:hAnsi="Verdana"/>
                <w:sz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lang w:val="en-US"/>
              </w:rPr>
              <w:t>Ghiera</w:t>
            </w:r>
            <w:proofErr w:type="spellEnd"/>
          </w:p>
        </w:tc>
        <w:tc>
          <w:tcPr>
            <w:tcW w:w="38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3C61F85C" w14:textId="64F0AF59" w:rsidR="00637B55" w:rsidRDefault="002003DB" w:rsidP="00637B55">
            <w:pPr>
              <w:rPr>
                <w:rFonts w:ascii="Verdana" w:hAnsi="Verdana"/>
                <w:sz w:val="20"/>
                <w:lang w:val="en-US"/>
              </w:rPr>
            </w:pPr>
            <w:r w:rsidRPr="002003DB">
              <w:rPr>
                <w:rFonts w:ascii="Verdana" w:hAnsi="Verdana"/>
                <w:sz w:val="20"/>
                <w:lang w:val="en-US"/>
              </w:rPr>
              <w:t>GHI000024.pdf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1581AA1B" w14:textId="76953D0B" w:rsidR="00637B55" w:rsidRDefault="002003DB" w:rsidP="00637B5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</w:t>
            </w:r>
          </w:p>
        </w:tc>
      </w:tr>
      <w:tr w:rsidR="00637B55" w14:paraId="2947B69B" w14:textId="77777777" w:rsidTr="002003DB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35353BB0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45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63FB151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8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64825D38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783F23A7" w14:textId="77777777" w:rsidR="00637B55" w:rsidRDefault="00637B55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37B55" w14:paraId="46AE417D" w14:textId="77777777" w:rsidTr="002003DB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00AE612A" w14:textId="387F2F20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AG</w:t>
            </w:r>
            <w:r w:rsidR="002003DB">
              <w:rPr>
                <w:rFonts w:ascii="Verdana" w:hAnsi="Verdana"/>
                <w:sz w:val="20"/>
                <w:lang w:val="en-US"/>
              </w:rPr>
              <w:t>5</w:t>
            </w:r>
          </w:p>
        </w:tc>
        <w:tc>
          <w:tcPr>
            <w:tcW w:w="445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3CD24147" w14:textId="6AE2F5BE" w:rsidR="002003DB" w:rsidRDefault="002003DB" w:rsidP="00637B55">
            <w:pPr>
              <w:rPr>
                <w:rFonts w:ascii="Verdana" w:hAnsi="Verdana"/>
                <w:sz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lang w:val="en-US"/>
              </w:rPr>
              <w:t>Foratura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en-US"/>
              </w:rPr>
              <w:t>tappo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lato </w:t>
            </w:r>
            <w:proofErr w:type="spellStart"/>
            <w:r>
              <w:rPr>
                <w:rFonts w:ascii="Verdana" w:hAnsi="Verdana"/>
                <w:sz w:val="20"/>
                <w:lang w:val="en-US"/>
              </w:rPr>
              <w:t>connettore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e led</w:t>
            </w:r>
          </w:p>
        </w:tc>
        <w:tc>
          <w:tcPr>
            <w:tcW w:w="38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691F2366" w14:textId="77A5CE7B" w:rsidR="00637B55" w:rsidRDefault="002003DB" w:rsidP="002003DB">
            <w:pPr>
              <w:rPr>
                <w:rFonts w:ascii="Verdana" w:hAnsi="Verdana"/>
                <w:sz w:val="20"/>
                <w:lang w:val="en-US"/>
              </w:rPr>
            </w:pPr>
            <w:proofErr w:type="spellStart"/>
            <w:r w:rsidRPr="002003DB">
              <w:rPr>
                <w:rFonts w:ascii="Verdana" w:hAnsi="Verdana"/>
                <w:sz w:val="20"/>
                <w:lang w:val="en-US"/>
              </w:rPr>
              <w:t>foratura</w:t>
            </w:r>
            <w:proofErr w:type="spellEnd"/>
            <w:r w:rsidRPr="002003DB">
              <w:rPr>
                <w:rFonts w:ascii="Verdana" w:hAnsi="Verdana"/>
                <w:sz w:val="20"/>
                <w:lang w:val="en-US"/>
              </w:rPr>
              <w:t xml:space="preserve"> </w:t>
            </w:r>
            <w:proofErr w:type="spellStart"/>
            <w:r w:rsidRPr="002003DB">
              <w:rPr>
                <w:rFonts w:ascii="Verdana" w:hAnsi="Verdana"/>
                <w:sz w:val="20"/>
                <w:lang w:val="en-US"/>
              </w:rPr>
              <w:t>tappo</w:t>
            </w:r>
            <w:proofErr w:type="spellEnd"/>
            <w:r w:rsidRPr="002003DB">
              <w:rPr>
                <w:rFonts w:ascii="Verdana" w:hAnsi="Verdana"/>
                <w:sz w:val="20"/>
                <w:lang w:val="en-US"/>
              </w:rPr>
              <w:t xml:space="preserve"> </w:t>
            </w:r>
            <w:proofErr w:type="spellStart"/>
            <w:r w:rsidRPr="002003DB">
              <w:rPr>
                <w:rFonts w:ascii="Verdana" w:hAnsi="Verdana"/>
                <w:sz w:val="20"/>
                <w:lang w:val="en-US"/>
              </w:rPr>
              <w:t>piatto</w:t>
            </w:r>
            <w:proofErr w:type="spellEnd"/>
            <w:r w:rsidRPr="002003DB">
              <w:rPr>
                <w:rFonts w:ascii="Verdana" w:hAnsi="Verdana"/>
                <w:sz w:val="20"/>
                <w:lang w:val="en-US"/>
              </w:rPr>
              <w:t xml:space="preserve"> SPL00411.pdf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6A9DE6DB" w14:textId="659D66EC" w:rsidR="00637B55" w:rsidRDefault="002003DB" w:rsidP="00637B5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00</w:t>
            </w:r>
          </w:p>
        </w:tc>
      </w:tr>
      <w:tr w:rsidR="00637B55" w14:paraId="33463A55" w14:textId="77777777" w:rsidTr="002003DB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261341C3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45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4BCE9827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8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4FAFE07E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294410D3" w14:textId="77777777" w:rsidR="00637B55" w:rsidRDefault="00637B55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3F351261" w14:textId="77777777" w:rsidR="00B4089B" w:rsidRDefault="00B4089B" w:rsidP="00B4089B">
      <w:pPr>
        <w:rPr>
          <w:rFonts w:ascii="Verdana" w:hAnsi="Verdana"/>
        </w:rPr>
      </w:pPr>
    </w:p>
    <w:p w14:paraId="720EE44F" w14:textId="77777777" w:rsidR="00B4089B" w:rsidRDefault="00B4089B" w:rsidP="00B4089B">
      <w:pPr>
        <w:rPr>
          <w:rFonts w:ascii="Verdana" w:hAnsi="Verdana"/>
        </w:rPr>
      </w:pPr>
    </w:p>
    <w:p w14:paraId="40599912" w14:textId="77777777" w:rsidR="00B4089B" w:rsidRDefault="00B4089B" w:rsidP="00B4089B">
      <w:pPr>
        <w:rPr>
          <w:rFonts w:ascii="Verdana" w:hAnsi="Verdana"/>
        </w:rPr>
      </w:pPr>
    </w:p>
    <w:p w14:paraId="48521072" w14:textId="77777777" w:rsidR="00B4089B" w:rsidRDefault="00B4089B" w:rsidP="00B4089B">
      <w:pPr>
        <w:rPr>
          <w:rFonts w:ascii="Verdana" w:hAnsi="Verdana"/>
        </w:rPr>
      </w:pPr>
    </w:p>
    <w:p w14:paraId="0F4DB524" w14:textId="4E2189C6" w:rsidR="00B4089B" w:rsidRPr="00892AB2" w:rsidRDefault="00DF50B3" w:rsidP="00B4089B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Production </w:t>
      </w:r>
      <w:proofErr w:type="spellStart"/>
      <w:r>
        <w:rPr>
          <w:rFonts w:ascii="Verdana" w:hAnsi="Verdana"/>
          <w:b/>
          <w:bCs/>
        </w:rPr>
        <w:t>documents</w:t>
      </w:r>
      <w:proofErr w:type="spellEnd"/>
    </w:p>
    <w:p w14:paraId="332AE3BF" w14:textId="77777777" w:rsidR="00B4089B" w:rsidRDefault="00B4089B" w:rsidP="00B4089B">
      <w:pPr>
        <w:rPr>
          <w:rFonts w:ascii="Verdana" w:hAnsi="Verdana"/>
        </w:rPr>
      </w:pPr>
    </w:p>
    <w:tbl>
      <w:tblPr>
        <w:tblW w:w="9780" w:type="dxa"/>
        <w:tblBorders>
          <w:insideH w:val="single" w:sz="18" w:space="0" w:color="FFFFFF"/>
          <w:insideV w:val="single" w:sz="18" w:space="0" w:color="FFFFFF"/>
        </w:tblBorders>
        <w:shd w:val="clear" w:color="auto" w:fill="9CC2E5" w:themeFill="accent5" w:themeFillTint="99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4"/>
        <w:gridCol w:w="4895"/>
        <w:gridCol w:w="2785"/>
        <w:gridCol w:w="1466"/>
      </w:tblGrid>
      <w:tr w:rsidR="00B4089B" w14:paraId="16A330BF" w14:textId="77777777" w:rsidTr="00C157B0">
        <w:trPr>
          <w:tblHeader/>
        </w:trPr>
        <w:tc>
          <w:tcPr>
            <w:tcW w:w="634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0F6FDCAC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proofErr w:type="gramStart"/>
            <w:r>
              <w:rPr>
                <w:rFonts w:ascii="Verdana" w:hAnsi="Verdana"/>
                <w:b/>
                <w:bCs/>
                <w:sz w:val="20"/>
              </w:rPr>
              <w:t>AH</w:t>
            </w:r>
            <w:proofErr w:type="gramEnd"/>
          </w:p>
        </w:tc>
        <w:tc>
          <w:tcPr>
            <w:tcW w:w="4895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5171747F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Descrizione documento</w:t>
            </w:r>
          </w:p>
        </w:tc>
        <w:tc>
          <w:tcPr>
            <w:tcW w:w="2785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088F06F4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File</w:t>
            </w:r>
          </w:p>
        </w:tc>
        <w:tc>
          <w:tcPr>
            <w:tcW w:w="1466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  <w:hideMark/>
          </w:tcPr>
          <w:p w14:paraId="720A77CF" w14:textId="62E74C45" w:rsidR="00B4089B" w:rsidRDefault="00C6012C" w:rsidP="00637B55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B4089B" w14:paraId="149147A8" w14:textId="77777777" w:rsidTr="00C157B0">
        <w:tc>
          <w:tcPr>
            <w:tcW w:w="63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0D91BC46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89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2AF07557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7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65D24F03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46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502E2013" w14:textId="77777777" w:rsidR="00B4089B" w:rsidRDefault="00B4089B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4089B" w14:paraId="40AE68D3" w14:textId="77777777" w:rsidTr="00C157B0">
        <w:tc>
          <w:tcPr>
            <w:tcW w:w="63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476A7D6" w14:textId="77777777" w:rsidR="00B4089B" w:rsidRDefault="00B4089B" w:rsidP="00F561AB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AH1</w:t>
            </w:r>
          </w:p>
        </w:tc>
        <w:tc>
          <w:tcPr>
            <w:tcW w:w="489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711923B" w14:textId="661D6BB1" w:rsidR="00CE3B66" w:rsidRDefault="00B004AD" w:rsidP="00F561AB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Lista parti </w:t>
            </w:r>
            <w:proofErr w:type="spellStart"/>
            <w:r>
              <w:rPr>
                <w:rFonts w:ascii="Verdana" w:hAnsi="Verdana"/>
                <w:sz w:val="20"/>
                <w:lang w:val="en-US"/>
              </w:rPr>
              <w:t>prodotto</w:t>
            </w:r>
            <w:proofErr w:type="spellEnd"/>
            <w:r w:rsidR="00AB04E0">
              <w:rPr>
                <w:rFonts w:ascii="Verdana" w:hAnsi="Verdana"/>
                <w:sz w:val="20"/>
                <w:lang w:val="en-US"/>
              </w:rPr>
              <w:t xml:space="preserve"> </w:t>
            </w:r>
          </w:p>
        </w:tc>
        <w:tc>
          <w:tcPr>
            <w:tcW w:w="27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823EB4C" w14:textId="47EA1891" w:rsidR="00B4089B" w:rsidRDefault="001800D1" w:rsidP="00201915">
            <w:pPr>
              <w:rPr>
                <w:rFonts w:ascii="Verdana" w:hAnsi="Verdana"/>
                <w:sz w:val="20"/>
                <w:lang w:val="en-US"/>
              </w:rPr>
            </w:pPr>
            <w:r w:rsidRPr="001800D1">
              <w:rPr>
                <w:rFonts w:ascii="Verdana" w:hAnsi="Verdana"/>
                <w:sz w:val="20"/>
                <w:lang w:val="en-US"/>
              </w:rPr>
              <w:t>7140H.PDF</w:t>
            </w:r>
          </w:p>
        </w:tc>
        <w:tc>
          <w:tcPr>
            <w:tcW w:w="146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1506CB35" w14:textId="29155F90" w:rsidR="00B4089B" w:rsidRDefault="00B004AD" w:rsidP="00637B5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</w:t>
            </w:r>
            <w:r w:rsidR="001800D1">
              <w:rPr>
                <w:rFonts w:ascii="Verdana" w:hAnsi="Verdana"/>
                <w:sz w:val="20"/>
              </w:rPr>
              <w:t>0</w:t>
            </w:r>
            <w:r w:rsidR="00AB04E0">
              <w:rPr>
                <w:rFonts w:ascii="Verdana" w:hAnsi="Verdana"/>
                <w:sz w:val="20"/>
              </w:rPr>
              <w:t>/0</w:t>
            </w:r>
            <w:r>
              <w:rPr>
                <w:rFonts w:ascii="Verdana" w:hAnsi="Verdana"/>
                <w:sz w:val="20"/>
              </w:rPr>
              <w:t>9</w:t>
            </w:r>
            <w:r w:rsidR="00AB04E0">
              <w:rPr>
                <w:rFonts w:ascii="Verdana" w:hAnsi="Verdana"/>
                <w:sz w:val="20"/>
              </w:rPr>
              <w:t>/20204</w:t>
            </w:r>
          </w:p>
        </w:tc>
      </w:tr>
      <w:tr w:rsidR="004E49F6" w14:paraId="3659F31F" w14:textId="77777777" w:rsidTr="00C157B0">
        <w:tc>
          <w:tcPr>
            <w:tcW w:w="63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471E3B2" w14:textId="77777777" w:rsidR="004E49F6" w:rsidRDefault="004E49F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89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0390DC3" w14:textId="77777777" w:rsidR="004E49F6" w:rsidRDefault="004E49F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7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37D1D379" w14:textId="77777777" w:rsidR="004E49F6" w:rsidRDefault="004E49F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46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07AA9670" w14:textId="77777777" w:rsidR="004E49F6" w:rsidRDefault="004E49F6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4E49F6" w14:paraId="5113ED33" w14:textId="77777777" w:rsidTr="00C157B0">
        <w:tc>
          <w:tcPr>
            <w:tcW w:w="63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81E04FF" w14:textId="1C3BFCDD" w:rsidR="004E49F6" w:rsidRPr="00982D19" w:rsidRDefault="004E49F6" w:rsidP="0014037D">
            <w:pPr>
              <w:rPr>
                <w:rFonts w:ascii="Verdana" w:hAnsi="Verdana"/>
                <w:sz w:val="20"/>
                <w:lang w:val="en-US"/>
              </w:rPr>
            </w:pPr>
            <w:r w:rsidRPr="00982D19">
              <w:rPr>
                <w:rFonts w:ascii="Verdana" w:hAnsi="Verdana"/>
                <w:sz w:val="20"/>
                <w:lang w:val="en-US"/>
              </w:rPr>
              <w:t>AH2</w:t>
            </w:r>
          </w:p>
        </w:tc>
        <w:tc>
          <w:tcPr>
            <w:tcW w:w="489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32B2A871" w14:textId="51229A4E" w:rsidR="004E49F6" w:rsidRPr="00982D19" w:rsidRDefault="00DD3588" w:rsidP="0014037D">
            <w:pPr>
              <w:rPr>
                <w:rFonts w:ascii="Verdana" w:hAnsi="Verdana"/>
                <w:sz w:val="20"/>
                <w:lang w:val="en-US"/>
              </w:rPr>
            </w:pPr>
            <w:proofErr w:type="spellStart"/>
            <w:r w:rsidRPr="00982D19">
              <w:rPr>
                <w:rFonts w:ascii="Verdana" w:hAnsi="Verdana"/>
                <w:sz w:val="20"/>
                <w:lang w:val="en-US"/>
              </w:rPr>
              <w:t>Procedura</w:t>
            </w:r>
            <w:proofErr w:type="spellEnd"/>
            <w:r w:rsidRPr="00982D19">
              <w:rPr>
                <w:rFonts w:ascii="Verdana" w:hAnsi="Verdana"/>
                <w:sz w:val="20"/>
                <w:lang w:val="en-US"/>
              </w:rPr>
              <w:t xml:space="preserve"> di </w:t>
            </w:r>
            <w:proofErr w:type="spellStart"/>
            <w:r w:rsidRPr="00982D19">
              <w:rPr>
                <w:rFonts w:ascii="Verdana" w:hAnsi="Verdana"/>
                <w:sz w:val="20"/>
                <w:lang w:val="en-US"/>
              </w:rPr>
              <w:t>assiemaggio</w:t>
            </w:r>
            <w:proofErr w:type="spellEnd"/>
          </w:p>
        </w:tc>
        <w:tc>
          <w:tcPr>
            <w:tcW w:w="27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0AF4CFFF" w14:textId="3E7C70FB" w:rsidR="004E49F6" w:rsidRPr="00982D19" w:rsidRDefault="001635A1" w:rsidP="0014037D">
            <w:pPr>
              <w:rPr>
                <w:rFonts w:ascii="Verdana" w:hAnsi="Verdana"/>
                <w:sz w:val="20"/>
                <w:lang w:val="en-US"/>
              </w:rPr>
            </w:pPr>
            <w:r w:rsidRPr="00982D19">
              <w:rPr>
                <w:rFonts w:ascii="Verdana" w:hAnsi="Verdana"/>
                <w:sz w:val="20"/>
                <w:lang w:val="en-US"/>
              </w:rPr>
              <w:t xml:space="preserve">PRG_22-14 - HF-Basic </w:t>
            </w:r>
            <w:r w:rsidR="00982D19" w:rsidRPr="00982D19">
              <w:rPr>
                <w:rFonts w:ascii="Verdana" w:hAnsi="Verdana"/>
                <w:sz w:val="20"/>
                <w:lang w:val="en-US"/>
              </w:rPr>
              <w:t>M30</w:t>
            </w:r>
            <w:r w:rsidRPr="00982D19">
              <w:rPr>
                <w:rFonts w:ascii="Verdana" w:hAnsi="Verdana"/>
                <w:sz w:val="20"/>
                <w:lang w:val="en-US"/>
              </w:rPr>
              <w:t xml:space="preserve"> Assembly.pdf</w:t>
            </w:r>
          </w:p>
        </w:tc>
        <w:tc>
          <w:tcPr>
            <w:tcW w:w="146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6CDC0E0D" w14:textId="0C668520" w:rsidR="004E49F6" w:rsidRDefault="001635A1" w:rsidP="00637B55">
            <w:pPr>
              <w:jc w:val="center"/>
              <w:rPr>
                <w:rFonts w:ascii="Verdana" w:hAnsi="Verdana"/>
                <w:sz w:val="20"/>
              </w:rPr>
            </w:pPr>
            <w:r w:rsidRPr="00982D19">
              <w:rPr>
                <w:rFonts w:ascii="Verdana" w:hAnsi="Verdana"/>
                <w:sz w:val="20"/>
              </w:rPr>
              <w:t>1.0</w:t>
            </w:r>
          </w:p>
        </w:tc>
      </w:tr>
      <w:tr w:rsidR="00B4089B" w14:paraId="3D95CCA8" w14:textId="77777777" w:rsidTr="00C157B0">
        <w:tc>
          <w:tcPr>
            <w:tcW w:w="63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DF845CF" w14:textId="77777777" w:rsidR="00B4089B" w:rsidRDefault="00B4089B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89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389B0A44" w14:textId="77777777" w:rsidR="00B4089B" w:rsidRDefault="00B4089B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7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2EE5941E" w14:textId="77777777" w:rsidR="00B4089B" w:rsidRDefault="00B4089B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46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38700C54" w14:textId="77777777" w:rsidR="00B4089B" w:rsidRDefault="00B4089B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232FF991" w14:textId="77777777" w:rsidR="003A08DB" w:rsidRDefault="003A08DB" w:rsidP="003A08DB"/>
    <w:p w14:paraId="02860134" w14:textId="44606867" w:rsidR="003A08DB" w:rsidRDefault="003A08DB" w:rsidP="003A08DB"/>
    <w:p w14:paraId="41920126" w14:textId="1942DE75" w:rsidR="004E49F6" w:rsidRDefault="004E49F6" w:rsidP="003A08DB"/>
    <w:p w14:paraId="50739395" w14:textId="77777777" w:rsidR="00280629" w:rsidRDefault="00280629" w:rsidP="00280629">
      <w:pPr>
        <w:rPr>
          <w:rFonts w:ascii="Verdana" w:hAnsi="Verdana"/>
        </w:rPr>
      </w:pPr>
    </w:p>
    <w:p w14:paraId="763B3835" w14:textId="77777777" w:rsidR="00AB04E0" w:rsidRDefault="00AB04E0" w:rsidP="003A08DB"/>
    <w:p w14:paraId="49D16546" w14:textId="77777777" w:rsidR="001800D1" w:rsidRDefault="001800D1" w:rsidP="003A08DB"/>
    <w:p w14:paraId="5163D183" w14:textId="77777777" w:rsidR="001800D1" w:rsidRDefault="001800D1" w:rsidP="003A08DB"/>
    <w:p w14:paraId="537B7732" w14:textId="77777777" w:rsidR="001800D1" w:rsidRDefault="001800D1" w:rsidP="003A08DB"/>
    <w:p w14:paraId="7229E096" w14:textId="77777777" w:rsidR="001800D1" w:rsidRDefault="001800D1" w:rsidP="003A08DB"/>
    <w:p w14:paraId="64402042" w14:textId="77777777" w:rsidR="001800D1" w:rsidRDefault="001800D1" w:rsidP="003A08DB"/>
    <w:p w14:paraId="45BA0FF2" w14:textId="77777777" w:rsidR="001800D1" w:rsidRDefault="001800D1" w:rsidP="003A08DB"/>
    <w:p w14:paraId="113647C8" w14:textId="77777777" w:rsidR="001800D1" w:rsidRDefault="001800D1" w:rsidP="003A08DB"/>
    <w:p w14:paraId="6178DE9D" w14:textId="77777777" w:rsidR="001800D1" w:rsidRDefault="001800D1" w:rsidP="003A08DB"/>
    <w:p w14:paraId="43ED2B7C" w14:textId="77777777" w:rsidR="001800D1" w:rsidRDefault="001800D1" w:rsidP="003A08DB"/>
    <w:p w14:paraId="2505B691" w14:textId="77777777" w:rsidR="001800D1" w:rsidRDefault="001800D1" w:rsidP="003A08DB"/>
    <w:p w14:paraId="63737285" w14:textId="77777777" w:rsidR="00AB04E0" w:rsidRDefault="00AB04E0" w:rsidP="003A08DB"/>
    <w:p w14:paraId="3698EABE" w14:textId="77777777" w:rsidR="00AB04E0" w:rsidRDefault="00AB04E0" w:rsidP="003A08DB"/>
    <w:p w14:paraId="7F2E4136" w14:textId="77777777" w:rsidR="007E7BDF" w:rsidRDefault="007E7BDF" w:rsidP="007E7BDF">
      <w:pPr>
        <w:rPr>
          <w:rFonts w:ascii="Verdana" w:hAnsi="Verdana"/>
        </w:rPr>
      </w:pPr>
    </w:p>
    <w:p w14:paraId="2C88A8FB" w14:textId="52A0FBEA" w:rsidR="007E7BDF" w:rsidRPr="00892AB2" w:rsidRDefault="002B3A6D" w:rsidP="007E7BDF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 xml:space="preserve">RED </w:t>
      </w:r>
      <w:proofErr w:type="spellStart"/>
      <w:r>
        <w:rPr>
          <w:rFonts w:ascii="Verdana" w:hAnsi="Verdana"/>
          <w:b/>
          <w:bCs/>
        </w:rPr>
        <w:t>certification</w:t>
      </w:r>
      <w:proofErr w:type="spellEnd"/>
      <w:r>
        <w:rPr>
          <w:rFonts w:ascii="Verdana" w:hAnsi="Verdana"/>
          <w:b/>
          <w:bCs/>
        </w:rPr>
        <w:t xml:space="preserve"> </w:t>
      </w:r>
      <w:proofErr w:type="spellStart"/>
      <w:r>
        <w:rPr>
          <w:rFonts w:ascii="Verdana" w:hAnsi="Verdana"/>
          <w:b/>
          <w:bCs/>
        </w:rPr>
        <w:t>documents</w:t>
      </w:r>
      <w:proofErr w:type="spellEnd"/>
      <w:r w:rsidR="004E49F6">
        <w:rPr>
          <w:rFonts w:ascii="Verdana" w:hAnsi="Verdana"/>
          <w:b/>
          <w:bCs/>
        </w:rPr>
        <w:t xml:space="preserve"> (</w:t>
      </w:r>
      <w:proofErr w:type="spellStart"/>
      <w:r>
        <w:rPr>
          <w:rFonts w:ascii="Verdana" w:hAnsi="Verdana"/>
          <w:b/>
          <w:bCs/>
        </w:rPr>
        <w:t>ongoing</w:t>
      </w:r>
      <w:proofErr w:type="spellEnd"/>
      <w:r w:rsidR="004E49F6">
        <w:rPr>
          <w:rFonts w:ascii="Verdana" w:hAnsi="Verdana"/>
          <w:b/>
          <w:bCs/>
        </w:rPr>
        <w:t>)</w:t>
      </w:r>
    </w:p>
    <w:p w14:paraId="11C78279" w14:textId="77777777" w:rsidR="007E7BDF" w:rsidRDefault="007E7BDF" w:rsidP="007E7BDF">
      <w:pPr>
        <w:rPr>
          <w:rFonts w:ascii="Verdana" w:hAnsi="Verdana"/>
        </w:rPr>
      </w:pPr>
    </w:p>
    <w:tbl>
      <w:tblPr>
        <w:tblW w:w="9780" w:type="dxa"/>
        <w:tblBorders>
          <w:insideH w:val="single" w:sz="18" w:space="0" w:color="FFFFFF"/>
          <w:insideV w:val="single" w:sz="18" w:space="0" w:color="FFFFFF"/>
        </w:tblBorders>
        <w:shd w:val="clear" w:color="auto" w:fill="F2F2F2" w:themeFill="background1" w:themeFillShade="F2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4"/>
        <w:gridCol w:w="4379"/>
        <w:gridCol w:w="3956"/>
        <w:gridCol w:w="801"/>
      </w:tblGrid>
      <w:tr w:rsidR="007E7BDF" w14:paraId="32C8FB42" w14:textId="77777777" w:rsidTr="00AA1F2A">
        <w:trPr>
          <w:tblHeader/>
        </w:trPr>
        <w:tc>
          <w:tcPr>
            <w:tcW w:w="646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DE514E7" w14:textId="6A04D8E5" w:rsidR="007E7BDF" w:rsidRDefault="007E7BDF" w:rsidP="00043C9C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A</w:t>
            </w:r>
            <w:r w:rsidR="001E3DDF">
              <w:rPr>
                <w:rFonts w:ascii="Verdana" w:hAnsi="Verdana"/>
                <w:b/>
                <w:bCs/>
                <w:sz w:val="20"/>
              </w:rPr>
              <w:t>L</w:t>
            </w:r>
          </w:p>
        </w:tc>
        <w:tc>
          <w:tcPr>
            <w:tcW w:w="4421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  <w:hideMark/>
          </w:tcPr>
          <w:p w14:paraId="485FBD8E" w14:textId="77777777" w:rsidR="007E7BDF" w:rsidRDefault="007E7BDF" w:rsidP="00043C9C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Descrizione documento</w:t>
            </w:r>
          </w:p>
        </w:tc>
        <w:tc>
          <w:tcPr>
            <w:tcW w:w="4005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  <w:hideMark/>
          </w:tcPr>
          <w:p w14:paraId="1BF7D00C" w14:textId="77777777" w:rsidR="007E7BDF" w:rsidRDefault="007E7BDF" w:rsidP="00043C9C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File</w:t>
            </w:r>
          </w:p>
        </w:tc>
        <w:tc>
          <w:tcPr>
            <w:tcW w:w="708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  <w:hideMark/>
          </w:tcPr>
          <w:p w14:paraId="0CF51F93" w14:textId="21F53D0E" w:rsidR="007E7BDF" w:rsidRDefault="00C6012C" w:rsidP="00043C9C">
            <w:pPr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7E7BDF" w14:paraId="45D31494" w14:textId="77777777" w:rsidTr="00AA1F2A">
        <w:tc>
          <w:tcPr>
            <w:tcW w:w="6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635BD6EF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21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5551855C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0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337601E6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5133A879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</w:tr>
      <w:tr w:rsidR="007E7BDF" w14:paraId="32A2D3E8" w14:textId="77777777" w:rsidTr="00AA1F2A">
        <w:tc>
          <w:tcPr>
            <w:tcW w:w="6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4DC95DD0" w14:textId="7E8AE531" w:rsidR="007E7BDF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AL1</w:t>
            </w:r>
          </w:p>
        </w:tc>
        <w:tc>
          <w:tcPr>
            <w:tcW w:w="4421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4120CB8E" w14:textId="1897D967" w:rsidR="007E7BDF" w:rsidRDefault="007E7BDF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00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22DDC02" w14:textId="04ED2457" w:rsidR="007E7BDF" w:rsidRDefault="007E7BDF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545DEEE6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</w:tr>
      <w:tr w:rsidR="007E7BDF" w14:paraId="2EDB3EC2" w14:textId="77777777" w:rsidTr="00AA1F2A">
        <w:tc>
          <w:tcPr>
            <w:tcW w:w="6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BA849C4" w14:textId="77777777" w:rsidR="007E7BDF" w:rsidRDefault="007E7BDF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421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7222BFEA" w14:textId="77777777" w:rsidR="007E7BDF" w:rsidRDefault="007E7BDF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00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3A295A6F" w14:textId="77777777" w:rsidR="007E7BDF" w:rsidRDefault="007E7BDF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5F7F39DA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</w:tr>
      <w:tr w:rsidR="00E034D6" w14:paraId="346D5BEA" w14:textId="77777777" w:rsidTr="00AA1F2A">
        <w:tc>
          <w:tcPr>
            <w:tcW w:w="6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0BAB39F5" w14:textId="73ABCB74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AL2 </w:t>
            </w:r>
          </w:p>
        </w:tc>
        <w:tc>
          <w:tcPr>
            <w:tcW w:w="4421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42DB17B0" w14:textId="72972139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00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6A2890CE" w14:textId="147BF5F3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31480ED2" w14:textId="77777777" w:rsidR="00E034D6" w:rsidRDefault="00E034D6" w:rsidP="00043C9C">
            <w:pPr>
              <w:rPr>
                <w:rFonts w:ascii="Verdana" w:hAnsi="Verdana"/>
                <w:sz w:val="20"/>
              </w:rPr>
            </w:pPr>
          </w:p>
        </w:tc>
      </w:tr>
      <w:tr w:rsidR="00E034D6" w14:paraId="612FA034" w14:textId="77777777" w:rsidTr="00AA1F2A">
        <w:tc>
          <w:tcPr>
            <w:tcW w:w="6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79E9AEE4" w14:textId="77777777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421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14E747C8" w14:textId="77777777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00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07B98D51" w14:textId="77777777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746EFEBD" w14:textId="77777777" w:rsidR="00E034D6" w:rsidRDefault="00E034D6" w:rsidP="00043C9C">
            <w:pPr>
              <w:rPr>
                <w:rFonts w:ascii="Verdana" w:hAnsi="Verdana"/>
                <w:sz w:val="20"/>
              </w:rPr>
            </w:pPr>
          </w:p>
        </w:tc>
      </w:tr>
    </w:tbl>
    <w:p w14:paraId="13CB45CE" w14:textId="77777777" w:rsidR="007E5E96" w:rsidRDefault="007E5E96" w:rsidP="003A08DB"/>
    <w:p w14:paraId="7841AE06" w14:textId="77777777" w:rsidR="00E419BA" w:rsidRDefault="00E419BA" w:rsidP="003A08DB"/>
    <w:p w14:paraId="0ABE133F" w14:textId="77777777" w:rsidR="00E419BA" w:rsidRDefault="00E419BA" w:rsidP="003A08DB"/>
    <w:p w14:paraId="69458D31" w14:textId="3B586F5B" w:rsidR="001E3DDF" w:rsidRPr="00892AB2" w:rsidRDefault="001E3DDF" w:rsidP="001E3DDF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FCC</w:t>
      </w:r>
      <w:r w:rsidR="004E49F6">
        <w:rPr>
          <w:rFonts w:ascii="Verdana" w:hAnsi="Verdana"/>
          <w:b/>
          <w:bCs/>
        </w:rPr>
        <w:t xml:space="preserve"> </w:t>
      </w:r>
      <w:proofErr w:type="spellStart"/>
      <w:r w:rsidR="002B3A6D">
        <w:rPr>
          <w:rFonts w:ascii="Verdana" w:hAnsi="Verdana"/>
          <w:b/>
          <w:bCs/>
        </w:rPr>
        <w:t>certification</w:t>
      </w:r>
      <w:proofErr w:type="spellEnd"/>
      <w:r w:rsidR="002B3A6D">
        <w:rPr>
          <w:rFonts w:ascii="Verdana" w:hAnsi="Verdana"/>
          <w:b/>
          <w:bCs/>
        </w:rPr>
        <w:t xml:space="preserve"> </w:t>
      </w:r>
      <w:proofErr w:type="spellStart"/>
      <w:r w:rsidR="002B3A6D">
        <w:rPr>
          <w:rFonts w:ascii="Verdana" w:hAnsi="Verdana"/>
          <w:b/>
          <w:bCs/>
        </w:rPr>
        <w:t>documents</w:t>
      </w:r>
      <w:proofErr w:type="spellEnd"/>
      <w:r w:rsidR="002B3A6D">
        <w:rPr>
          <w:rFonts w:ascii="Verdana" w:hAnsi="Verdana"/>
          <w:b/>
          <w:bCs/>
        </w:rPr>
        <w:t xml:space="preserve"> </w:t>
      </w:r>
      <w:r w:rsidR="004E49F6">
        <w:rPr>
          <w:rFonts w:ascii="Verdana" w:hAnsi="Verdana"/>
          <w:b/>
          <w:bCs/>
        </w:rPr>
        <w:t>(</w:t>
      </w:r>
      <w:proofErr w:type="spellStart"/>
      <w:r w:rsidR="002B3A6D">
        <w:rPr>
          <w:rFonts w:ascii="Verdana" w:hAnsi="Verdana"/>
          <w:b/>
          <w:bCs/>
        </w:rPr>
        <w:t>ongoing</w:t>
      </w:r>
      <w:proofErr w:type="spellEnd"/>
      <w:r w:rsidR="004E49F6">
        <w:rPr>
          <w:rFonts w:ascii="Verdana" w:hAnsi="Verdana"/>
          <w:b/>
          <w:bCs/>
        </w:rPr>
        <w:t>)</w:t>
      </w:r>
    </w:p>
    <w:p w14:paraId="2C467EB9" w14:textId="77777777" w:rsidR="001E3DDF" w:rsidRDefault="001E3DDF" w:rsidP="001E3DDF">
      <w:pPr>
        <w:rPr>
          <w:rFonts w:ascii="Verdana" w:hAnsi="Verdana"/>
        </w:rPr>
      </w:pPr>
    </w:p>
    <w:tbl>
      <w:tblPr>
        <w:tblW w:w="9780" w:type="dxa"/>
        <w:tblBorders>
          <w:insideH w:val="single" w:sz="18" w:space="0" w:color="FFFFFF"/>
          <w:insideV w:val="single" w:sz="18" w:space="0" w:color="FFFFFF"/>
        </w:tblBorders>
        <w:shd w:val="clear" w:color="auto" w:fill="F2F2F2" w:themeFill="background1" w:themeFillShade="F2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4"/>
        <w:gridCol w:w="4379"/>
        <w:gridCol w:w="3956"/>
        <w:gridCol w:w="801"/>
      </w:tblGrid>
      <w:tr w:rsidR="001E3DDF" w14:paraId="7B6329C1" w14:textId="77777777" w:rsidTr="00AA1F2A">
        <w:trPr>
          <w:tblHeader/>
        </w:trPr>
        <w:tc>
          <w:tcPr>
            <w:tcW w:w="644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7784498" w14:textId="3C281C03" w:rsidR="001E3DDF" w:rsidRDefault="001E3DDF" w:rsidP="0014037D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AM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  <w:hideMark/>
          </w:tcPr>
          <w:p w14:paraId="4BEC3656" w14:textId="77777777" w:rsidR="001E3DDF" w:rsidRDefault="001E3DDF" w:rsidP="0014037D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Descrizione documento</w:t>
            </w:r>
          </w:p>
        </w:tc>
        <w:tc>
          <w:tcPr>
            <w:tcW w:w="3956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  <w:hideMark/>
          </w:tcPr>
          <w:p w14:paraId="3FED6725" w14:textId="77777777" w:rsidR="001E3DDF" w:rsidRDefault="001E3DDF" w:rsidP="0014037D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File</w:t>
            </w:r>
          </w:p>
        </w:tc>
        <w:tc>
          <w:tcPr>
            <w:tcW w:w="801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  <w:hideMark/>
          </w:tcPr>
          <w:p w14:paraId="119AD17C" w14:textId="60BBB4CE" w:rsidR="001E3DDF" w:rsidRDefault="00C6012C" w:rsidP="0014037D">
            <w:pPr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1E3DDF" w14:paraId="772C31F3" w14:textId="77777777" w:rsidTr="00AA1F2A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645DBA8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37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61089053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095A742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283E400E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</w:tr>
      <w:tr w:rsidR="001E3DDF" w14:paraId="35247ABA" w14:textId="77777777" w:rsidTr="00AA1F2A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75852173" w14:textId="3858305C" w:rsidR="001E3DDF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AM1</w:t>
            </w:r>
          </w:p>
        </w:tc>
        <w:tc>
          <w:tcPr>
            <w:tcW w:w="437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0F612175" w14:textId="138D53C4" w:rsidR="001E3DDF" w:rsidRDefault="001E3DDF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9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1C4D2F8B" w14:textId="4AB4C243" w:rsidR="001E3DDF" w:rsidRDefault="001E3DDF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58259726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</w:tr>
      <w:tr w:rsidR="001E3DDF" w14:paraId="3FA432AF" w14:textId="77777777" w:rsidTr="00AA1F2A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5384F6F4" w14:textId="77777777" w:rsidR="001E3DDF" w:rsidRDefault="001E3DDF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37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F02D020" w14:textId="77777777" w:rsidR="001E3DDF" w:rsidRDefault="001E3DDF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9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19F71B2B" w14:textId="77777777" w:rsidR="001E3DDF" w:rsidRDefault="001E3DDF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37D9F54C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</w:tr>
      <w:tr w:rsidR="00E034D6" w14:paraId="33930F08" w14:textId="77777777" w:rsidTr="00AA1F2A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0EE84FB" w14:textId="361E96D4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AM2</w:t>
            </w:r>
          </w:p>
        </w:tc>
        <w:tc>
          <w:tcPr>
            <w:tcW w:w="437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7970463B" w14:textId="5871F630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9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63433659" w14:textId="2FD34E5C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2488EA59" w14:textId="77777777" w:rsidR="00E034D6" w:rsidRDefault="00E034D6" w:rsidP="0014037D">
            <w:pPr>
              <w:rPr>
                <w:rFonts w:ascii="Verdana" w:hAnsi="Verdana"/>
                <w:sz w:val="20"/>
              </w:rPr>
            </w:pPr>
          </w:p>
        </w:tc>
      </w:tr>
      <w:tr w:rsidR="00E034D6" w14:paraId="26013911" w14:textId="77777777" w:rsidTr="00AA1F2A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5809249E" w14:textId="77777777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37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71CEA619" w14:textId="77777777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9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1FC71215" w14:textId="77777777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330D72FE" w14:textId="77777777" w:rsidR="00E034D6" w:rsidRDefault="00E034D6" w:rsidP="0014037D">
            <w:pPr>
              <w:rPr>
                <w:rFonts w:ascii="Verdana" w:hAnsi="Verdana"/>
                <w:sz w:val="20"/>
              </w:rPr>
            </w:pPr>
          </w:p>
        </w:tc>
      </w:tr>
      <w:bookmarkEnd w:id="0"/>
    </w:tbl>
    <w:p w14:paraId="71ACB630" w14:textId="0B356F00" w:rsidR="00674DDC" w:rsidRDefault="00674DDC" w:rsidP="009431D6">
      <w:pPr>
        <w:pStyle w:val="Titolo1"/>
        <w:numPr>
          <w:ilvl w:val="0"/>
          <w:numId w:val="0"/>
        </w:numPr>
        <w:ind w:left="431"/>
      </w:pPr>
    </w:p>
    <w:p w14:paraId="165D6092" w14:textId="77777777" w:rsidR="00D24A97" w:rsidRDefault="00D24A97" w:rsidP="00D24A97"/>
    <w:p w14:paraId="3790E0DC" w14:textId="77777777" w:rsidR="00D24A97" w:rsidRDefault="00D24A97" w:rsidP="00D24A97"/>
    <w:p w14:paraId="60630365" w14:textId="16D71521" w:rsidR="002B3A6D" w:rsidRPr="00892AB2" w:rsidRDefault="002B3A6D" w:rsidP="002B3A6D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UL </w:t>
      </w:r>
      <w:proofErr w:type="spellStart"/>
      <w:r>
        <w:rPr>
          <w:rFonts w:ascii="Verdana" w:hAnsi="Verdana"/>
          <w:b/>
          <w:bCs/>
        </w:rPr>
        <w:t>certification</w:t>
      </w:r>
      <w:proofErr w:type="spellEnd"/>
      <w:r>
        <w:rPr>
          <w:rFonts w:ascii="Verdana" w:hAnsi="Verdana"/>
          <w:b/>
          <w:bCs/>
        </w:rPr>
        <w:t xml:space="preserve"> </w:t>
      </w:r>
      <w:proofErr w:type="spellStart"/>
      <w:r>
        <w:rPr>
          <w:rFonts w:ascii="Verdana" w:hAnsi="Verdana"/>
          <w:b/>
          <w:bCs/>
        </w:rPr>
        <w:t>documents</w:t>
      </w:r>
      <w:proofErr w:type="spellEnd"/>
      <w:r>
        <w:rPr>
          <w:rFonts w:ascii="Verdana" w:hAnsi="Verdana"/>
          <w:b/>
          <w:bCs/>
        </w:rPr>
        <w:t xml:space="preserve"> (</w:t>
      </w:r>
      <w:proofErr w:type="spellStart"/>
      <w:r>
        <w:rPr>
          <w:rFonts w:ascii="Verdana" w:hAnsi="Verdana"/>
          <w:b/>
          <w:bCs/>
        </w:rPr>
        <w:t>ongoing</w:t>
      </w:r>
      <w:proofErr w:type="spellEnd"/>
      <w:r>
        <w:rPr>
          <w:rFonts w:ascii="Verdana" w:hAnsi="Verdana"/>
          <w:b/>
          <w:bCs/>
        </w:rPr>
        <w:t>)</w:t>
      </w:r>
    </w:p>
    <w:p w14:paraId="7C14CD1B" w14:textId="77777777" w:rsidR="00D24A97" w:rsidRDefault="00D24A97" w:rsidP="00D24A97"/>
    <w:p w14:paraId="324A3AB3" w14:textId="66795C33" w:rsidR="00D24A97" w:rsidRDefault="00D24A97" w:rsidP="00D24A97"/>
    <w:tbl>
      <w:tblPr>
        <w:tblW w:w="9780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shd w:val="clear" w:color="auto" w:fill="F2F2F2" w:themeFill="background1" w:themeFillShade="F2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6"/>
        <w:gridCol w:w="4059"/>
        <w:gridCol w:w="4354"/>
        <w:gridCol w:w="801"/>
      </w:tblGrid>
      <w:tr w:rsidR="00D24A97" w:rsidRPr="00064115" w14:paraId="5DCC6066" w14:textId="77777777" w:rsidTr="00AA1F2A">
        <w:trPr>
          <w:tblHeader/>
        </w:trPr>
        <w:tc>
          <w:tcPr>
            <w:tcW w:w="566" w:type="dxa"/>
            <w:shd w:val="clear" w:color="auto" w:fill="F2F2F2" w:themeFill="background1" w:themeFillShade="F2"/>
          </w:tcPr>
          <w:p w14:paraId="6C1B9AE6" w14:textId="77777777" w:rsidR="00D24A97" w:rsidRPr="00064115" w:rsidRDefault="00D24A97" w:rsidP="00FD1266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AD</w:t>
            </w:r>
          </w:p>
        </w:tc>
        <w:tc>
          <w:tcPr>
            <w:tcW w:w="4059" w:type="dxa"/>
            <w:shd w:val="clear" w:color="auto" w:fill="F2F2F2" w:themeFill="background1" w:themeFillShade="F2"/>
          </w:tcPr>
          <w:p w14:paraId="7A124FFA" w14:textId="77777777" w:rsidR="00D24A97" w:rsidRPr="00064115" w:rsidRDefault="00D24A97" w:rsidP="00FD1266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Descrizione documento</w:t>
            </w:r>
          </w:p>
        </w:tc>
        <w:tc>
          <w:tcPr>
            <w:tcW w:w="4354" w:type="dxa"/>
            <w:shd w:val="clear" w:color="auto" w:fill="F2F2F2" w:themeFill="background1" w:themeFillShade="F2"/>
          </w:tcPr>
          <w:p w14:paraId="2B9335B7" w14:textId="77777777" w:rsidR="00D24A97" w:rsidRPr="00064115" w:rsidRDefault="00D24A97" w:rsidP="00FD1266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File</w:t>
            </w:r>
          </w:p>
        </w:tc>
        <w:tc>
          <w:tcPr>
            <w:tcW w:w="801" w:type="dxa"/>
            <w:shd w:val="clear" w:color="auto" w:fill="F2F2F2" w:themeFill="background1" w:themeFillShade="F2"/>
          </w:tcPr>
          <w:p w14:paraId="498065C0" w14:textId="3811078C" w:rsidR="00D24A97" w:rsidRPr="00064115" w:rsidRDefault="00C6012C" w:rsidP="00FD1266">
            <w:pPr>
              <w:jc w:val="center"/>
              <w:rPr>
                <w:rFonts w:ascii="Verdana" w:hAnsi="Verdana"/>
                <w:b/>
                <w:bCs/>
                <w:color w:val="auto"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D24A97" w14:paraId="089C9A10" w14:textId="77777777" w:rsidTr="00AA1F2A">
        <w:tc>
          <w:tcPr>
            <w:tcW w:w="566" w:type="dxa"/>
            <w:shd w:val="clear" w:color="auto" w:fill="F2F2F2" w:themeFill="background1" w:themeFillShade="F2"/>
          </w:tcPr>
          <w:p w14:paraId="049B073E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59" w:type="dxa"/>
            <w:shd w:val="clear" w:color="auto" w:fill="F2F2F2" w:themeFill="background1" w:themeFillShade="F2"/>
          </w:tcPr>
          <w:p w14:paraId="4A71955D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354" w:type="dxa"/>
            <w:shd w:val="clear" w:color="auto" w:fill="F2F2F2" w:themeFill="background1" w:themeFillShade="F2"/>
          </w:tcPr>
          <w:p w14:paraId="027BE156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65805DD5" w14:textId="77777777" w:rsidR="00D24A97" w:rsidRDefault="00D24A97" w:rsidP="00FD1266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24A97" w:rsidRPr="00064115" w14:paraId="2F5C0413" w14:textId="77777777" w:rsidTr="00AA1F2A">
        <w:tc>
          <w:tcPr>
            <w:tcW w:w="566" w:type="dxa"/>
            <w:shd w:val="clear" w:color="auto" w:fill="F2F2F2" w:themeFill="background1" w:themeFillShade="F2"/>
          </w:tcPr>
          <w:p w14:paraId="7ACF0E95" w14:textId="77777777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</w:rPr>
            </w:pPr>
            <w:r w:rsidRPr="00064115">
              <w:rPr>
                <w:rFonts w:ascii="Verdana" w:hAnsi="Verdana"/>
                <w:color w:val="auto"/>
                <w:sz w:val="20"/>
              </w:rPr>
              <w:t>AD1</w:t>
            </w:r>
          </w:p>
        </w:tc>
        <w:tc>
          <w:tcPr>
            <w:tcW w:w="4059" w:type="dxa"/>
            <w:shd w:val="clear" w:color="auto" w:fill="F2F2F2" w:themeFill="background1" w:themeFillShade="F2"/>
          </w:tcPr>
          <w:p w14:paraId="746F61DD" w14:textId="10DB929B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354" w:type="dxa"/>
            <w:shd w:val="clear" w:color="auto" w:fill="F2F2F2" w:themeFill="background1" w:themeFillShade="F2"/>
          </w:tcPr>
          <w:p w14:paraId="700A3F50" w14:textId="7271BFE4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542BCCC8" w14:textId="54524018" w:rsidR="00D24A97" w:rsidRPr="00064115" w:rsidRDefault="00D24A97" w:rsidP="00FD1266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D24A97" w14:paraId="7340B386" w14:textId="77777777" w:rsidTr="00AA1F2A">
        <w:tc>
          <w:tcPr>
            <w:tcW w:w="566" w:type="dxa"/>
            <w:shd w:val="clear" w:color="auto" w:fill="F2F2F2" w:themeFill="background1" w:themeFillShade="F2"/>
          </w:tcPr>
          <w:p w14:paraId="78152A8F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59" w:type="dxa"/>
            <w:shd w:val="clear" w:color="auto" w:fill="F2F2F2" w:themeFill="background1" w:themeFillShade="F2"/>
          </w:tcPr>
          <w:p w14:paraId="5F0EB219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354" w:type="dxa"/>
            <w:shd w:val="clear" w:color="auto" w:fill="F2F2F2" w:themeFill="background1" w:themeFillShade="F2"/>
          </w:tcPr>
          <w:p w14:paraId="51D3568D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33AC4786" w14:textId="77777777" w:rsidR="00D24A97" w:rsidRDefault="00D24A97" w:rsidP="00FD1266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24A97" w:rsidRPr="00064115" w14:paraId="5C8F1906" w14:textId="77777777" w:rsidTr="00AA1F2A">
        <w:tc>
          <w:tcPr>
            <w:tcW w:w="566" w:type="dxa"/>
            <w:shd w:val="clear" w:color="auto" w:fill="F2F2F2" w:themeFill="background1" w:themeFillShade="F2"/>
          </w:tcPr>
          <w:p w14:paraId="1433FF56" w14:textId="77777777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</w:rPr>
            </w:pPr>
            <w:r w:rsidRPr="00064115">
              <w:rPr>
                <w:rFonts w:ascii="Verdana" w:hAnsi="Verdana"/>
                <w:color w:val="auto"/>
                <w:sz w:val="20"/>
              </w:rPr>
              <w:t>AD</w:t>
            </w:r>
            <w:r>
              <w:rPr>
                <w:rFonts w:ascii="Verdana" w:hAnsi="Verdana"/>
                <w:color w:val="auto"/>
                <w:sz w:val="20"/>
              </w:rPr>
              <w:t>2</w:t>
            </w:r>
          </w:p>
        </w:tc>
        <w:tc>
          <w:tcPr>
            <w:tcW w:w="4059" w:type="dxa"/>
            <w:shd w:val="clear" w:color="auto" w:fill="F2F2F2" w:themeFill="background1" w:themeFillShade="F2"/>
          </w:tcPr>
          <w:p w14:paraId="29D75033" w14:textId="6B345E1F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354" w:type="dxa"/>
            <w:shd w:val="clear" w:color="auto" w:fill="F2F2F2" w:themeFill="background1" w:themeFillShade="F2"/>
          </w:tcPr>
          <w:p w14:paraId="442C72B8" w14:textId="10D2347D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7839CD8A" w14:textId="5293F2B0" w:rsidR="00D24A97" w:rsidRPr="00064115" w:rsidRDefault="00D24A97" w:rsidP="00FD1266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D24A97" w14:paraId="197E5039" w14:textId="77777777" w:rsidTr="00AA1F2A">
        <w:tc>
          <w:tcPr>
            <w:tcW w:w="566" w:type="dxa"/>
            <w:shd w:val="clear" w:color="auto" w:fill="F2F2F2" w:themeFill="background1" w:themeFillShade="F2"/>
          </w:tcPr>
          <w:p w14:paraId="78BFD89D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59" w:type="dxa"/>
            <w:shd w:val="clear" w:color="auto" w:fill="F2F2F2" w:themeFill="background1" w:themeFillShade="F2"/>
          </w:tcPr>
          <w:p w14:paraId="72E5EC47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354" w:type="dxa"/>
            <w:shd w:val="clear" w:color="auto" w:fill="F2F2F2" w:themeFill="background1" w:themeFillShade="F2"/>
          </w:tcPr>
          <w:p w14:paraId="79A659B3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7DCC163E" w14:textId="77777777" w:rsidR="00D24A97" w:rsidRDefault="00D24A97" w:rsidP="00FD1266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675968F0" w14:textId="77777777" w:rsidR="00D24A97" w:rsidRPr="00D24A97" w:rsidRDefault="00D24A97" w:rsidP="00D24A97"/>
    <w:sectPr w:rsidR="00D24A97" w:rsidRPr="00D24A97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10083" w14:textId="77777777" w:rsidR="008E3884" w:rsidRDefault="008E3884" w:rsidP="003C24E1">
      <w:r>
        <w:separator/>
      </w:r>
    </w:p>
  </w:endnote>
  <w:endnote w:type="continuationSeparator" w:id="0">
    <w:p w14:paraId="4FB1495D" w14:textId="77777777" w:rsidR="008E3884" w:rsidRDefault="008E3884" w:rsidP="003C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5000" w:type="pct"/>
      <w:jc w:val="center"/>
      <w:tblBorders>
        <w:top w:val="single" w:sz="4" w:space="0" w:color="BE0036"/>
        <w:left w:val="single" w:sz="4" w:space="0" w:color="BE0036"/>
        <w:bottom w:val="single" w:sz="4" w:space="0" w:color="BE0036"/>
        <w:right w:val="single" w:sz="4" w:space="0" w:color="BE0036"/>
        <w:insideH w:val="single" w:sz="4" w:space="0" w:color="BE0036"/>
        <w:insideV w:val="single" w:sz="4" w:space="0" w:color="BE0036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4C678F" w14:paraId="2BB367FE" w14:textId="77777777" w:rsidTr="003A08DB">
      <w:trPr>
        <w:jc w:val="center"/>
      </w:trPr>
      <w:tc>
        <w:tcPr>
          <w:tcW w:w="1666" w:type="pct"/>
          <w:vAlign w:val="center"/>
        </w:tcPr>
        <w:p w14:paraId="47387E55" w14:textId="2C9FA12A" w:rsidR="004C678F" w:rsidRDefault="00674DDC" w:rsidP="003A08DB">
          <w:pPr>
            <w:spacing w:before="120" w:after="120"/>
          </w:pPr>
          <w:r>
            <w:t>PRG_2</w:t>
          </w:r>
          <w:r w:rsidR="005200FD">
            <w:t>2</w:t>
          </w:r>
          <w:r>
            <w:t>-</w:t>
          </w:r>
          <w:r w:rsidR="005200FD">
            <w:t>14</w:t>
          </w:r>
        </w:p>
      </w:tc>
      <w:tc>
        <w:tcPr>
          <w:tcW w:w="1666" w:type="pct"/>
          <w:vAlign w:val="center"/>
        </w:tcPr>
        <w:p w14:paraId="5D5369FB" w14:textId="074B8088" w:rsidR="004C678F" w:rsidRDefault="00674DDC" w:rsidP="003A08DB">
          <w:pPr>
            <w:spacing w:before="120" w:after="120"/>
            <w:jc w:val="center"/>
          </w:pPr>
          <w:r>
            <w:t>USO INTERNO</w:t>
          </w:r>
        </w:p>
      </w:tc>
      <w:tc>
        <w:tcPr>
          <w:tcW w:w="1667" w:type="pct"/>
          <w:vAlign w:val="center"/>
        </w:tcPr>
        <w:p w14:paraId="6415999F" w14:textId="77777777" w:rsidR="004C678F" w:rsidRDefault="004C678F" w:rsidP="003A08DB">
          <w:pPr>
            <w:spacing w:before="120" w:after="120"/>
            <w:jc w:val="right"/>
          </w:pPr>
          <w:r>
            <w:t xml:space="preserve">Pag.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</w:t>
          </w:r>
          <w:r w:rsidR="00C64AC8">
            <w:t>/</w:t>
          </w:r>
          <w:r>
            <w:t xml:space="preserve">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</w:tc>
    </w:tr>
  </w:tbl>
  <w:p w14:paraId="1CA93F16" w14:textId="77777777" w:rsidR="004374A9" w:rsidRDefault="004374A9" w:rsidP="003A08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20E8" w14:textId="77777777" w:rsidR="008E3884" w:rsidRDefault="008E3884" w:rsidP="003C24E1">
      <w:r>
        <w:separator/>
      </w:r>
    </w:p>
  </w:footnote>
  <w:footnote w:type="continuationSeparator" w:id="0">
    <w:p w14:paraId="2E72E873" w14:textId="77777777" w:rsidR="008E3884" w:rsidRDefault="008E3884" w:rsidP="003C2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5000" w:type="pct"/>
      <w:jc w:val="center"/>
      <w:tblBorders>
        <w:top w:val="single" w:sz="4" w:space="0" w:color="BE0036"/>
        <w:left w:val="single" w:sz="4" w:space="0" w:color="BE0036"/>
        <w:bottom w:val="single" w:sz="4" w:space="0" w:color="BE0036"/>
        <w:right w:val="single" w:sz="4" w:space="0" w:color="BE0036"/>
        <w:insideH w:val="single" w:sz="4" w:space="0" w:color="BE0036"/>
        <w:insideV w:val="single" w:sz="4" w:space="0" w:color="BE0036"/>
      </w:tblBorders>
      <w:tblLook w:val="04A0" w:firstRow="1" w:lastRow="0" w:firstColumn="1" w:lastColumn="0" w:noHBand="0" w:noVBand="1"/>
    </w:tblPr>
    <w:tblGrid>
      <w:gridCol w:w="2407"/>
      <w:gridCol w:w="2690"/>
      <w:gridCol w:w="2124"/>
      <w:gridCol w:w="2407"/>
    </w:tblGrid>
    <w:tr w:rsidR="00EB3D17" w14:paraId="571B7E8B" w14:textId="77777777" w:rsidTr="004A4860">
      <w:trPr>
        <w:jc w:val="center"/>
      </w:trPr>
      <w:tc>
        <w:tcPr>
          <w:tcW w:w="1250" w:type="pct"/>
          <w:vAlign w:val="center"/>
        </w:tcPr>
        <w:p w14:paraId="1F9619A1" w14:textId="2060AD86" w:rsidR="000758A9" w:rsidRPr="005259FB" w:rsidRDefault="00C748AC" w:rsidP="005259FB">
          <w:pPr>
            <w:spacing w:before="120" w:after="120"/>
            <w:rPr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35F8E9B0" wp14:editId="6C9EBD7E">
                <wp:extent cx="1350000" cy="360000"/>
                <wp:effectExtent l="0" t="0" r="3175" b="254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000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97" w:type="pct"/>
          <w:vAlign w:val="center"/>
        </w:tcPr>
        <w:p w14:paraId="5C61FB8B" w14:textId="77777777" w:rsidR="00EB3D17" w:rsidRPr="005259FB" w:rsidRDefault="00EB3D17" w:rsidP="005259FB">
          <w:pPr>
            <w:spacing w:before="120" w:after="120"/>
            <w:rPr>
              <w:sz w:val="18"/>
              <w:szCs w:val="18"/>
            </w:rPr>
          </w:pPr>
          <w:r w:rsidRPr="005259FB">
            <w:rPr>
              <w:sz w:val="18"/>
              <w:szCs w:val="18"/>
            </w:rPr>
            <w:t>DOCUMENTO:</w:t>
          </w:r>
        </w:p>
        <w:p w14:paraId="35FBFD55" w14:textId="6C0ABFAC" w:rsidR="000758A9" w:rsidRPr="005259FB" w:rsidRDefault="004A4860" w:rsidP="005259FB">
          <w:pPr>
            <w:spacing w:before="120" w:after="120"/>
            <w:rPr>
              <w:b/>
              <w:bCs/>
              <w:sz w:val="18"/>
              <w:szCs w:val="18"/>
            </w:rPr>
          </w:pPr>
          <w:r w:rsidRPr="004A4860">
            <w:rPr>
              <w:b/>
              <w:bCs/>
              <w:sz w:val="18"/>
              <w:szCs w:val="18"/>
            </w:rPr>
            <w:t>AB - Leuze_HF_</w:t>
          </w:r>
          <w:r w:rsidR="006F4626">
            <w:rPr>
              <w:b/>
              <w:bCs/>
              <w:sz w:val="18"/>
              <w:szCs w:val="18"/>
            </w:rPr>
            <w:t>M30</w:t>
          </w:r>
          <w:r w:rsidRPr="004A4860">
            <w:rPr>
              <w:b/>
              <w:bCs/>
              <w:sz w:val="18"/>
              <w:szCs w:val="18"/>
            </w:rPr>
            <w:t>_IOLINK - index TCF_00.docx</w:t>
          </w:r>
        </w:p>
      </w:tc>
      <w:tc>
        <w:tcPr>
          <w:tcW w:w="1103" w:type="pct"/>
          <w:vAlign w:val="center"/>
        </w:tcPr>
        <w:p w14:paraId="1F3266B2" w14:textId="77777777" w:rsidR="004374A9" w:rsidRPr="005259FB" w:rsidRDefault="00EB3D17" w:rsidP="005259FB">
          <w:pPr>
            <w:spacing w:before="120" w:after="120"/>
            <w:rPr>
              <w:sz w:val="18"/>
              <w:szCs w:val="18"/>
            </w:rPr>
          </w:pPr>
          <w:r w:rsidRPr="005259FB">
            <w:rPr>
              <w:sz w:val="18"/>
              <w:szCs w:val="18"/>
            </w:rPr>
            <w:t>DATA</w:t>
          </w:r>
          <w:r w:rsidR="004374A9" w:rsidRPr="005259FB">
            <w:rPr>
              <w:sz w:val="18"/>
              <w:szCs w:val="18"/>
            </w:rPr>
            <w:t>:</w:t>
          </w:r>
        </w:p>
        <w:p w14:paraId="6B9A72B5" w14:textId="0E6F1570" w:rsidR="005200FD" w:rsidRPr="005259FB" w:rsidRDefault="004A4860" w:rsidP="005259FB">
          <w:pPr>
            <w:spacing w:before="120" w:after="120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26</w:t>
          </w:r>
          <w:r w:rsidR="00674DDC">
            <w:rPr>
              <w:b/>
              <w:bCs/>
              <w:sz w:val="18"/>
              <w:szCs w:val="18"/>
            </w:rPr>
            <w:t>/</w:t>
          </w:r>
          <w:r w:rsidR="005200FD">
            <w:rPr>
              <w:b/>
              <w:bCs/>
              <w:sz w:val="18"/>
              <w:szCs w:val="18"/>
            </w:rPr>
            <w:t>0</w:t>
          </w:r>
          <w:r>
            <w:rPr>
              <w:b/>
              <w:bCs/>
              <w:sz w:val="18"/>
              <w:szCs w:val="18"/>
            </w:rPr>
            <w:t>9</w:t>
          </w:r>
          <w:r w:rsidR="00674DDC">
            <w:rPr>
              <w:b/>
              <w:bCs/>
              <w:sz w:val="18"/>
              <w:szCs w:val="18"/>
            </w:rPr>
            <w:t>/202</w:t>
          </w:r>
          <w:r w:rsidR="005200FD">
            <w:rPr>
              <w:b/>
              <w:bCs/>
              <w:sz w:val="18"/>
              <w:szCs w:val="18"/>
            </w:rPr>
            <w:t>4</w:t>
          </w:r>
        </w:p>
      </w:tc>
      <w:tc>
        <w:tcPr>
          <w:tcW w:w="1250" w:type="pct"/>
          <w:vAlign w:val="center"/>
        </w:tcPr>
        <w:p w14:paraId="1F2F84DD" w14:textId="77777777" w:rsidR="000758A9" w:rsidRPr="005259FB" w:rsidRDefault="00EB3D17" w:rsidP="005259FB">
          <w:pPr>
            <w:spacing w:before="120" w:after="120"/>
            <w:rPr>
              <w:sz w:val="18"/>
              <w:szCs w:val="18"/>
            </w:rPr>
          </w:pPr>
          <w:r w:rsidRPr="005259FB">
            <w:rPr>
              <w:sz w:val="18"/>
              <w:szCs w:val="18"/>
            </w:rPr>
            <w:t>VERSIONE</w:t>
          </w:r>
          <w:r w:rsidR="000758A9" w:rsidRPr="005259FB">
            <w:rPr>
              <w:sz w:val="18"/>
              <w:szCs w:val="18"/>
            </w:rPr>
            <w:t>:</w:t>
          </w:r>
        </w:p>
        <w:p w14:paraId="7D08D68B" w14:textId="4B5C454B" w:rsidR="004A4860" w:rsidRPr="005259FB" w:rsidRDefault="000758A9" w:rsidP="005259FB">
          <w:pPr>
            <w:spacing w:before="120" w:after="120"/>
            <w:rPr>
              <w:b/>
              <w:bCs/>
              <w:sz w:val="18"/>
              <w:szCs w:val="18"/>
            </w:rPr>
          </w:pPr>
          <w:r w:rsidRPr="005259FB">
            <w:rPr>
              <w:b/>
              <w:bCs/>
              <w:sz w:val="18"/>
              <w:szCs w:val="18"/>
            </w:rPr>
            <w:t>0</w:t>
          </w:r>
          <w:r w:rsidR="004A4860">
            <w:rPr>
              <w:b/>
              <w:bCs/>
              <w:sz w:val="18"/>
              <w:szCs w:val="18"/>
            </w:rPr>
            <w:t>0</w:t>
          </w:r>
        </w:p>
      </w:tc>
    </w:tr>
  </w:tbl>
  <w:p w14:paraId="54D271A3" w14:textId="77777777" w:rsidR="003C24E1" w:rsidRPr="000758A9" w:rsidRDefault="003C24E1" w:rsidP="000758A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B178B"/>
    <w:multiLevelType w:val="hybridMultilevel"/>
    <w:tmpl w:val="C3E6DA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22581"/>
    <w:multiLevelType w:val="hybridMultilevel"/>
    <w:tmpl w:val="F84282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E5502"/>
    <w:multiLevelType w:val="hybridMultilevel"/>
    <w:tmpl w:val="0C14D9D0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383C038F"/>
    <w:multiLevelType w:val="hybridMultilevel"/>
    <w:tmpl w:val="7EC269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55302"/>
    <w:multiLevelType w:val="hybridMultilevel"/>
    <w:tmpl w:val="836C4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2742CC"/>
    <w:multiLevelType w:val="hybridMultilevel"/>
    <w:tmpl w:val="AFD40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D03A1F"/>
    <w:multiLevelType w:val="multilevel"/>
    <w:tmpl w:val="9F562B3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DC20DBC"/>
    <w:multiLevelType w:val="hybridMultilevel"/>
    <w:tmpl w:val="1F52F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7550058">
    <w:abstractNumId w:val="2"/>
  </w:num>
  <w:num w:numId="2" w16cid:durableId="510603653">
    <w:abstractNumId w:val="7"/>
  </w:num>
  <w:num w:numId="3" w16cid:durableId="76244201">
    <w:abstractNumId w:val="0"/>
  </w:num>
  <w:num w:numId="4" w16cid:durableId="238636074">
    <w:abstractNumId w:val="5"/>
  </w:num>
  <w:num w:numId="5" w16cid:durableId="1900968752">
    <w:abstractNumId w:val="3"/>
  </w:num>
  <w:num w:numId="6" w16cid:durableId="2039428480">
    <w:abstractNumId w:val="1"/>
  </w:num>
  <w:num w:numId="7" w16cid:durableId="607584897">
    <w:abstractNumId w:val="4"/>
  </w:num>
  <w:num w:numId="8" w16cid:durableId="4726059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8AC"/>
    <w:rsid w:val="00023FBF"/>
    <w:rsid w:val="00041257"/>
    <w:rsid w:val="00044623"/>
    <w:rsid w:val="00046659"/>
    <w:rsid w:val="00064115"/>
    <w:rsid w:val="000758A9"/>
    <w:rsid w:val="0009568B"/>
    <w:rsid w:val="00096850"/>
    <w:rsid w:val="000D0EF2"/>
    <w:rsid w:val="000D53B7"/>
    <w:rsid w:val="000E0F83"/>
    <w:rsid w:val="000F0F39"/>
    <w:rsid w:val="000F1F11"/>
    <w:rsid w:val="0010237C"/>
    <w:rsid w:val="0010642A"/>
    <w:rsid w:val="00120992"/>
    <w:rsid w:val="001635A1"/>
    <w:rsid w:val="001649AF"/>
    <w:rsid w:val="00174061"/>
    <w:rsid w:val="001800D1"/>
    <w:rsid w:val="001861E8"/>
    <w:rsid w:val="001E0568"/>
    <w:rsid w:val="001E32C3"/>
    <w:rsid w:val="001E3DDF"/>
    <w:rsid w:val="001F557B"/>
    <w:rsid w:val="002003DB"/>
    <w:rsid w:val="00201915"/>
    <w:rsid w:val="00201D6A"/>
    <w:rsid w:val="0020235B"/>
    <w:rsid w:val="00223A5B"/>
    <w:rsid w:val="00242DFF"/>
    <w:rsid w:val="0026043E"/>
    <w:rsid w:val="00263DF5"/>
    <w:rsid w:val="00275FA0"/>
    <w:rsid w:val="00280629"/>
    <w:rsid w:val="00284AD9"/>
    <w:rsid w:val="00285AAD"/>
    <w:rsid w:val="00290698"/>
    <w:rsid w:val="0029520C"/>
    <w:rsid w:val="002B065F"/>
    <w:rsid w:val="002B3A6D"/>
    <w:rsid w:val="002F76DB"/>
    <w:rsid w:val="00304111"/>
    <w:rsid w:val="00331179"/>
    <w:rsid w:val="00345FF1"/>
    <w:rsid w:val="00352EFC"/>
    <w:rsid w:val="00356D5B"/>
    <w:rsid w:val="0036029B"/>
    <w:rsid w:val="0039128F"/>
    <w:rsid w:val="00392685"/>
    <w:rsid w:val="00393BCA"/>
    <w:rsid w:val="003A08DB"/>
    <w:rsid w:val="003A2BC8"/>
    <w:rsid w:val="003A5AB3"/>
    <w:rsid w:val="003B1B20"/>
    <w:rsid w:val="003B3141"/>
    <w:rsid w:val="003B4085"/>
    <w:rsid w:val="003C24E1"/>
    <w:rsid w:val="003C283A"/>
    <w:rsid w:val="003C3439"/>
    <w:rsid w:val="003C6540"/>
    <w:rsid w:val="003E5103"/>
    <w:rsid w:val="003F11F5"/>
    <w:rsid w:val="003F416B"/>
    <w:rsid w:val="00414CBC"/>
    <w:rsid w:val="00417189"/>
    <w:rsid w:val="004374A9"/>
    <w:rsid w:val="0044231A"/>
    <w:rsid w:val="004504B2"/>
    <w:rsid w:val="00455091"/>
    <w:rsid w:val="00471334"/>
    <w:rsid w:val="00471E8A"/>
    <w:rsid w:val="0047408E"/>
    <w:rsid w:val="00491CB6"/>
    <w:rsid w:val="004A4860"/>
    <w:rsid w:val="004A5943"/>
    <w:rsid w:val="004C678F"/>
    <w:rsid w:val="004D0ABF"/>
    <w:rsid w:val="004E49F6"/>
    <w:rsid w:val="004F130C"/>
    <w:rsid w:val="004F1320"/>
    <w:rsid w:val="004F377D"/>
    <w:rsid w:val="005038B7"/>
    <w:rsid w:val="00510FAF"/>
    <w:rsid w:val="005200FD"/>
    <w:rsid w:val="00522122"/>
    <w:rsid w:val="005259FB"/>
    <w:rsid w:val="00543447"/>
    <w:rsid w:val="00547B81"/>
    <w:rsid w:val="00551B47"/>
    <w:rsid w:val="00553100"/>
    <w:rsid w:val="00564100"/>
    <w:rsid w:val="00594161"/>
    <w:rsid w:val="005A3C8F"/>
    <w:rsid w:val="005A484A"/>
    <w:rsid w:val="005A781F"/>
    <w:rsid w:val="005B2A0D"/>
    <w:rsid w:val="005B3FE4"/>
    <w:rsid w:val="005F2BFF"/>
    <w:rsid w:val="005F3141"/>
    <w:rsid w:val="00615628"/>
    <w:rsid w:val="0062262C"/>
    <w:rsid w:val="00625090"/>
    <w:rsid w:val="00635138"/>
    <w:rsid w:val="00637B55"/>
    <w:rsid w:val="006429A1"/>
    <w:rsid w:val="0064458D"/>
    <w:rsid w:val="006543EA"/>
    <w:rsid w:val="00670A3F"/>
    <w:rsid w:val="006720DA"/>
    <w:rsid w:val="00673890"/>
    <w:rsid w:val="00674DDC"/>
    <w:rsid w:val="006778A0"/>
    <w:rsid w:val="00681057"/>
    <w:rsid w:val="00692114"/>
    <w:rsid w:val="006B543B"/>
    <w:rsid w:val="006C4421"/>
    <w:rsid w:val="006D3606"/>
    <w:rsid w:val="006D4AAD"/>
    <w:rsid w:val="006E6878"/>
    <w:rsid w:val="006F2584"/>
    <w:rsid w:val="006F4626"/>
    <w:rsid w:val="0070328E"/>
    <w:rsid w:val="007177AB"/>
    <w:rsid w:val="00717AA9"/>
    <w:rsid w:val="00722CAD"/>
    <w:rsid w:val="0072508E"/>
    <w:rsid w:val="007263E9"/>
    <w:rsid w:val="00746752"/>
    <w:rsid w:val="00750137"/>
    <w:rsid w:val="007540A5"/>
    <w:rsid w:val="007650E4"/>
    <w:rsid w:val="00765C8A"/>
    <w:rsid w:val="00793FAF"/>
    <w:rsid w:val="007B1E0B"/>
    <w:rsid w:val="007B3D0B"/>
    <w:rsid w:val="007C0DCD"/>
    <w:rsid w:val="007E4E03"/>
    <w:rsid w:val="007E5E96"/>
    <w:rsid w:val="007E7BDF"/>
    <w:rsid w:val="007F6002"/>
    <w:rsid w:val="0081480D"/>
    <w:rsid w:val="0081618C"/>
    <w:rsid w:val="0084088C"/>
    <w:rsid w:val="00843F1F"/>
    <w:rsid w:val="00847D37"/>
    <w:rsid w:val="008536A4"/>
    <w:rsid w:val="008637EA"/>
    <w:rsid w:val="008713A8"/>
    <w:rsid w:val="008730F3"/>
    <w:rsid w:val="00886BB4"/>
    <w:rsid w:val="008B0113"/>
    <w:rsid w:val="008C0CE5"/>
    <w:rsid w:val="008C13A1"/>
    <w:rsid w:val="008C3126"/>
    <w:rsid w:val="008D6A50"/>
    <w:rsid w:val="008E1DF1"/>
    <w:rsid w:val="008E3884"/>
    <w:rsid w:val="008E4E08"/>
    <w:rsid w:val="008E62ED"/>
    <w:rsid w:val="00907F53"/>
    <w:rsid w:val="0092458C"/>
    <w:rsid w:val="00924B55"/>
    <w:rsid w:val="00927FD4"/>
    <w:rsid w:val="00933EA5"/>
    <w:rsid w:val="009431D6"/>
    <w:rsid w:val="00943A92"/>
    <w:rsid w:val="0095437F"/>
    <w:rsid w:val="009546C5"/>
    <w:rsid w:val="00967833"/>
    <w:rsid w:val="009719B8"/>
    <w:rsid w:val="00982D19"/>
    <w:rsid w:val="00984AAA"/>
    <w:rsid w:val="00990E6A"/>
    <w:rsid w:val="00995340"/>
    <w:rsid w:val="009C1526"/>
    <w:rsid w:val="009D0A28"/>
    <w:rsid w:val="009E1E93"/>
    <w:rsid w:val="009E6E9E"/>
    <w:rsid w:val="009F4C6B"/>
    <w:rsid w:val="00A0288F"/>
    <w:rsid w:val="00A13DEF"/>
    <w:rsid w:val="00A15903"/>
    <w:rsid w:val="00A30730"/>
    <w:rsid w:val="00A4280A"/>
    <w:rsid w:val="00A4493D"/>
    <w:rsid w:val="00A451D8"/>
    <w:rsid w:val="00A50B9A"/>
    <w:rsid w:val="00A54E14"/>
    <w:rsid w:val="00A601C7"/>
    <w:rsid w:val="00A752CF"/>
    <w:rsid w:val="00A75453"/>
    <w:rsid w:val="00A843D4"/>
    <w:rsid w:val="00A85ACD"/>
    <w:rsid w:val="00A90A9D"/>
    <w:rsid w:val="00AA1F2A"/>
    <w:rsid w:val="00AA2406"/>
    <w:rsid w:val="00AA563A"/>
    <w:rsid w:val="00AB04E0"/>
    <w:rsid w:val="00AB1431"/>
    <w:rsid w:val="00AB269E"/>
    <w:rsid w:val="00AC1711"/>
    <w:rsid w:val="00AC26F2"/>
    <w:rsid w:val="00AE0B7B"/>
    <w:rsid w:val="00AE2171"/>
    <w:rsid w:val="00AF139B"/>
    <w:rsid w:val="00B004AD"/>
    <w:rsid w:val="00B074AC"/>
    <w:rsid w:val="00B2328C"/>
    <w:rsid w:val="00B34EF4"/>
    <w:rsid w:val="00B36555"/>
    <w:rsid w:val="00B37D78"/>
    <w:rsid w:val="00B407CD"/>
    <w:rsid w:val="00B4089B"/>
    <w:rsid w:val="00B44F78"/>
    <w:rsid w:val="00B44FD1"/>
    <w:rsid w:val="00B46B5B"/>
    <w:rsid w:val="00B5448E"/>
    <w:rsid w:val="00B67FD1"/>
    <w:rsid w:val="00B7072D"/>
    <w:rsid w:val="00B73999"/>
    <w:rsid w:val="00B8125A"/>
    <w:rsid w:val="00B814F4"/>
    <w:rsid w:val="00B9048E"/>
    <w:rsid w:val="00BA528C"/>
    <w:rsid w:val="00BB2809"/>
    <w:rsid w:val="00BB2E81"/>
    <w:rsid w:val="00BB7AF5"/>
    <w:rsid w:val="00BD4BD4"/>
    <w:rsid w:val="00BE315B"/>
    <w:rsid w:val="00BE55DD"/>
    <w:rsid w:val="00BE72A6"/>
    <w:rsid w:val="00BF1ECA"/>
    <w:rsid w:val="00BF3B0D"/>
    <w:rsid w:val="00BF447E"/>
    <w:rsid w:val="00C157B0"/>
    <w:rsid w:val="00C15BFA"/>
    <w:rsid w:val="00C168DC"/>
    <w:rsid w:val="00C223F8"/>
    <w:rsid w:val="00C34BEB"/>
    <w:rsid w:val="00C6012C"/>
    <w:rsid w:val="00C60AC2"/>
    <w:rsid w:val="00C623E5"/>
    <w:rsid w:val="00C63FD1"/>
    <w:rsid w:val="00C64AC8"/>
    <w:rsid w:val="00C748AC"/>
    <w:rsid w:val="00C91858"/>
    <w:rsid w:val="00CA1419"/>
    <w:rsid w:val="00CA2720"/>
    <w:rsid w:val="00CA6642"/>
    <w:rsid w:val="00CC003D"/>
    <w:rsid w:val="00CC23FC"/>
    <w:rsid w:val="00CC55B6"/>
    <w:rsid w:val="00CD321F"/>
    <w:rsid w:val="00CE0335"/>
    <w:rsid w:val="00CE3B66"/>
    <w:rsid w:val="00CF7C95"/>
    <w:rsid w:val="00D00322"/>
    <w:rsid w:val="00D142E2"/>
    <w:rsid w:val="00D1736C"/>
    <w:rsid w:val="00D237F5"/>
    <w:rsid w:val="00D24A97"/>
    <w:rsid w:val="00D35AE8"/>
    <w:rsid w:val="00D456A7"/>
    <w:rsid w:val="00D45C17"/>
    <w:rsid w:val="00D51605"/>
    <w:rsid w:val="00D55608"/>
    <w:rsid w:val="00D75C96"/>
    <w:rsid w:val="00D80105"/>
    <w:rsid w:val="00D80FC6"/>
    <w:rsid w:val="00D86823"/>
    <w:rsid w:val="00DA41C5"/>
    <w:rsid w:val="00DB350C"/>
    <w:rsid w:val="00DC7B1E"/>
    <w:rsid w:val="00DD3588"/>
    <w:rsid w:val="00DD4965"/>
    <w:rsid w:val="00DE1366"/>
    <w:rsid w:val="00DF50B3"/>
    <w:rsid w:val="00E01106"/>
    <w:rsid w:val="00E034D6"/>
    <w:rsid w:val="00E171B6"/>
    <w:rsid w:val="00E253A2"/>
    <w:rsid w:val="00E419BA"/>
    <w:rsid w:val="00E72B99"/>
    <w:rsid w:val="00E803DD"/>
    <w:rsid w:val="00EA45D4"/>
    <w:rsid w:val="00EA7BC8"/>
    <w:rsid w:val="00EB3D17"/>
    <w:rsid w:val="00EC3AFE"/>
    <w:rsid w:val="00ED2186"/>
    <w:rsid w:val="00EE3D01"/>
    <w:rsid w:val="00EF6494"/>
    <w:rsid w:val="00F1621E"/>
    <w:rsid w:val="00F33E4F"/>
    <w:rsid w:val="00F33EE3"/>
    <w:rsid w:val="00F40021"/>
    <w:rsid w:val="00F47A8E"/>
    <w:rsid w:val="00F642D4"/>
    <w:rsid w:val="00F6447E"/>
    <w:rsid w:val="00F65530"/>
    <w:rsid w:val="00F71EE3"/>
    <w:rsid w:val="00F75036"/>
    <w:rsid w:val="00F771ED"/>
    <w:rsid w:val="00FA5EF0"/>
    <w:rsid w:val="00FC142F"/>
    <w:rsid w:val="00FC322E"/>
    <w:rsid w:val="00FC73F3"/>
    <w:rsid w:val="00FD7FFE"/>
    <w:rsid w:val="00FE12AF"/>
    <w:rsid w:val="00FF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C03AAC"/>
  <w15:chartTrackingRefBased/>
  <w15:docId w15:val="{162862C6-1614-4ECA-B783-023D2EEC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59FB"/>
    <w:pPr>
      <w:spacing w:after="0" w:line="240" w:lineRule="auto"/>
    </w:pPr>
    <w:rPr>
      <w:rFonts w:ascii="Century Gothic" w:hAnsi="Century Gothic"/>
      <w:color w:val="333333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201D6A"/>
    <w:pPr>
      <w:keepNext/>
      <w:keepLines/>
      <w:numPr>
        <w:numId w:val="8"/>
      </w:numPr>
      <w:spacing w:before="240" w:after="240"/>
      <w:ind w:left="431" w:hanging="431"/>
      <w:outlineLvl w:val="0"/>
    </w:pPr>
    <w:rPr>
      <w:rFonts w:eastAsiaTheme="majorEastAsia" w:cstheme="majorBidi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201D6A"/>
    <w:pPr>
      <w:keepNext/>
      <w:keepLines/>
      <w:numPr>
        <w:ilvl w:val="1"/>
        <w:numId w:val="8"/>
      </w:numPr>
      <w:spacing w:before="240" w:after="240"/>
      <w:ind w:left="578" w:hanging="578"/>
      <w:outlineLvl w:val="1"/>
    </w:pPr>
    <w:rPr>
      <w:rFonts w:eastAsiaTheme="majorEastAsia" w:cstheme="majorBidi"/>
      <w:b/>
      <w:sz w:val="24"/>
      <w:szCs w:val="26"/>
    </w:rPr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201D6A"/>
    <w:pPr>
      <w:keepNext/>
      <w:keepLines/>
      <w:numPr>
        <w:ilvl w:val="2"/>
        <w:numId w:val="8"/>
      </w:numPr>
      <w:spacing w:before="240" w:after="240"/>
      <w:outlineLvl w:val="2"/>
    </w:pPr>
    <w:rPr>
      <w:rFonts w:eastAsiaTheme="majorEastAsia" w:cstheme="majorBidi"/>
      <w:b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A2720"/>
    <w:pPr>
      <w:keepNext/>
      <w:keepLines/>
      <w:numPr>
        <w:ilvl w:val="3"/>
        <w:numId w:val="8"/>
      </w:numPr>
      <w:spacing w:before="40"/>
      <w:outlineLvl w:val="3"/>
    </w:pPr>
    <w:rPr>
      <w:rFonts w:asciiTheme="majorHAnsi" w:eastAsiaTheme="majorEastAsia" w:hAnsiTheme="majorHAnsi" w:cstheme="majorBidi"/>
      <w:b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E6E9E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E6E9E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E6E9E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E6E9E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E6E9E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C24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24E1"/>
  </w:style>
  <w:style w:type="paragraph" w:styleId="Pidipagina">
    <w:name w:val="footer"/>
    <w:basedOn w:val="Normale"/>
    <w:link w:val="PidipaginaCarattere"/>
    <w:uiPriority w:val="99"/>
    <w:unhideWhenUsed/>
    <w:rsid w:val="003C24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24E1"/>
  </w:style>
  <w:style w:type="character" w:customStyle="1" w:styleId="Titolo1Carattere">
    <w:name w:val="Titolo 1 Carattere"/>
    <w:basedOn w:val="Carpredefinitoparagrafo"/>
    <w:link w:val="Titolo1"/>
    <w:uiPriority w:val="9"/>
    <w:rsid w:val="00201D6A"/>
    <w:rPr>
      <w:rFonts w:ascii="Century Gothic" w:eastAsiaTheme="majorEastAsia" w:hAnsi="Century Gothic" w:cstheme="majorBidi"/>
      <w:b/>
      <w:color w:val="333333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3A2BC8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201D6A"/>
    <w:pPr>
      <w:tabs>
        <w:tab w:val="left" w:pos="440"/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A2BC8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A2BC8"/>
    <w:rPr>
      <w:color w:val="0563C1" w:themeColor="hyperlink"/>
      <w:u w:val="single"/>
    </w:rPr>
  </w:style>
  <w:style w:type="paragraph" w:styleId="Sommario3">
    <w:name w:val="toc 3"/>
    <w:basedOn w:val="Normale"/>
    <w:next w:val="Normale"/>
    <w:autoRedefine/>
    <w:uiPriority w:val="39"/>
    <w:unhideWhenUsed/>
    <w:rsid w:val="003A2BC8"/>
    <w:pPr>
      <w:spacing w:after="100"/>
      <w:ind w:left="440"/>
    </w:pPr>
  </w:style>
  <w:style w:type="table" w:styleId="Grigliatabella">
    <w:name w:val="Table Grid"/>
    <w:basedOn w:val="Tabellanormale"/>
    <w:uiPriority w:val="39"/>
    <w:rsid w:val="003A2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201D6A"/>
    <w:rPr>
      <w:rFonts w:ascii="Century Gothic" w:eastAsiaTheme="majorEastAsia" w:hAnsi="Century Gothic" w:cstheme="majorBidi"/>
      <w:b/>
      <w:color w:val="333333"/>
      <w:sz w:val="24"/>
      <w:szCs w:val="26"/>
    </w:rPr>
  </w:style>
  <w:style w:type="paragraph" w:styleId="Paragrafoelenco">
    <w:name w:val="List Paragraph"/>
    <w:basedOn w:val="Normale"/>
    <w:uiPriority w:val="34"/>
    <w:qFormat/>
    <w:rsid w:val="007263E9"/>
    <w:pPr>
      <w:ind w:left="720"/>
      <w:contextualSpacing/>
    </w:pPr>
  </w:style>
  <w:style w:type="paragraph" w:styleId="Nessunaspaziatura">
    <w:name w:val="No Spacing"/>
    <w:uiPriority w:val="1"/>
    <w:qFormat/>
    <w:rsid w:val="007B1E0B"/>
    <w:pPr>
      <w:spacing w:after="0" w:line="240" w:lineRule="auto"/>
    </w:pPr>
  </w:style>
  <w:style w:type="character" w:customStyle="1" w:styleId="Titolo3Carattere">
    <w:name w:val="Titolo 3 Carattere"/>
    <w:basedOn w:val="Carpredefinitoparagrafo"/>
    <w:link w:val="Titolo3"/>
    <w:uiPriority w:val="9"/>
    <w:rsid w:val="00201D6A"/>
    <w:rPr>
      <w:rFonts w:ascii="Century Gothic" w:eastAsiaTheme="majorEastAsia" w:hAnsi="Century Gothic" w:cstheme="majorBidi"/>
      <w:b/>
      <w:color w:val="333333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A2720"/>
    <w:rPr>
      <w:rFonts w:asciiTheme="majorHAnsi" w:eastAsiaTheme="majorEastAsia" w:hAnsiTheme="majorHAnsi" w:cstheme="majorBidi"/>
      <w:b/>
      <w:i/>
      <w:iCs/>
      <w:color w:val="000000" w:themeColor="text1"/>
    </w:rPr>
  </w:style>
  <w:style w:type="table" w:styleId="Tabellagriglia1chiara">
    <w:name w:val="Grid Table 1 Light"/>
    <w:basedOn w:val="Tabellanormale"/>
    <w:uiPriority w:val="46"/>
    <w:rsid w:val="003F416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E6E9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E6E9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E6E9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E6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E6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orpotesto">
    <w:name w:val="Body Text"/>
    <w:basedOn w:val="Normale"/>
    <w:link w:val="CorpotestoCarattere"/>
    <w:semiHidden/>
    <w:rsid w:val="00B4089B"/>
    <w:rPr>
      <w:rFonts w:ascii="Times New Roman" w:eastAsia="Times New Roman" w:hAnsi="Times New Roman" w:cs="Times New Roman"/>
      <w:color w:val="auto"/>
      <w:sz w:val="28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B4089B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itolo">
    <w:name w:val="Title"/>
    <w:basedOn w:val="Normale"/>
    <w:link w:val="TitoloCarattere"/>
    <w:qFormat/>
    <w:rsid w:val="00B4089B"/>
    <w:pPr>
      <w:jc w:val="center"/>
    </w:pPr>
    <w:rPr>
      <w:rFonts w:ascii="Arial" w:eastAsia="Times New Roman" w:hAnsi="Arial" w:cs="Times New Roman"/>
      <w:b/>
      <w:color w:val="auto"/>
      <w:sz w:val="28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B4089B"/>
    <w:rPr>
      <w:rFonts w:ascii="Arial" w:eastAsia="Times New Roman" w:hAnsi="Arial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0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brizio.picotto\OneDrive%20-%20LUTECH%20SPA\Documenti\Progetto%20-%20Nome_Documento%20-%20V03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 xmlns="617fc4df-82e5-468d-bcb8-a076d5043c9d" xsi:nil="true"/>
    <MigrationWizIdPermissions xmlns="617fc4df-82e5-468d-bcb8-a076d5043c9d" xsi:nil="true"/>
    <MigrationWizIdVersion xmlns="617fc4df-82e5-468d-bcb8-a076d5043c9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6317C0A8C8274187AC49FDA8F45A4D" ma:contentTypeVersion="12" ma:contentTypeDescription="Creare un nuovo documento." ma:contentTypeScope="" ma:versionID="354d513fffb89babcc7fc11e7562622f">
  <xsd:schema xmlns:xsd="http://www.w3.org/2001/XMLSchema" xmlns:xs="http://www.w3.org/2001/XMLSchema" xmlns:p="http://schemas.microsoft.com/office/2006/metadata/properties" xmlns:ns3="617fc4df-82e5-468d-bcb8-a076d5043c9d" targetNamespace="http://schemas.microsoft.com/office/2006/metadata/properties" ma:root="true" ma:fieldsID="2d7c6813f935305d2460a7977b40e038" ns3:_="">
    <xsd:import namespace="617fc4df-82e5-468d-bcb8-a076d5043c9d"/>
    <xsd:element name="properties">
      <xsd:complexType>
        <xsd:sequence>
          <xsd:element name="documentManagement">
            <xsd:complexType>
              <xsd:all>
                <xsd:element ref="ns3:MigrationWizId" minOccurs="0"/>
                <xsd:element ref="ns3:MigrationWizIdPermissions" minOccurs="0"/>
                <xsd:element ref="ns3:MigrationWizIdVers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fc4df-82e5-468d-bcb8-a076d5043c9d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F54218-E017-4653-A702-D7FC03A4EADF}">
  <ds:schemaRefs>
    <ds:schemaRef ds:uri="http://schemas.microsoft.com/office/2006/metadata/properties"/>
    <ds:schemaRef ds:uri="http://schemas.microsoft.com/office/infopath/2007/PartnerControls"/>
    <ds:schemaRef ds:uri="617fc4df-82e5-468d-bcb8-a076d5043c9d"/>
  </ds:schemaRefs>
</ds:datastoreItem>
</file>

<file path=customXml/itemProps2.xml><?xml version="1.0" encoding="utf-8"?>
<ds:datastoreItem xmlns:ds="http://schemas.openxmlformats.org/officeDocument/2006/customXml" ds:itemID="{B0858423-B289-470E-9629-C7127DF4F9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8F3A61-7098-44EE-BDFC-1A279984D3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7fc4df-82e5-468d-bcb8-a076d5043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528B2D-E922-4C89-850C-58F533763F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Progetto - Nome_Documento - V03.dotx</Template>
  <TotalTime>3869</TotalTime>
  <Pages>5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>Gianluca Romanin</Manager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 Picotto</dc:creator>
  <cp:keywords/>
  <dc:description/>
  <cp:lastModifiedBy>Paolo Della Siega</cp:lastModifiedBy>
  <cp:revision>134</cp:revision>
  <cp:lastPrinted>2023-06-14T10:14:00Z</cp:lastPrinted>
  <dcterms:created xsi:type="dcterms:W3CDTF">2022-06-10T13:26:00Z</dcterms:created>
  <dcterms:modified xsi:type="dcterms:W3CDTF">2024-10-23T08:04:00Z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0x0101008F6317C0A8C8274187AC49FDA8F45A4D</vt:lpwstr>
  </property>
</Properties>
</file>